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14:paraId="65A4A569" w14:textId="77777777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2C41714F" w14:textId="77777777" w:rsidR="00974E99" w:rsidRPr="00405755" w:rsidRDefault="00974E99" w:rsidP="00564664">
            <w:pPr>
              <w:pStyle w:val="Documenttype"/>
            </w:pPr>
            <w:r w:rsidRPr="00405755">
              <w:t xml:space="preserve">IALA </w:t>
            </w:r>
            <w:r w:rsidR="00F905E1" w:rsidRPr="00405755">
              <w:t>R</w:t>
            </w:r>
            <w:r w:rsidR="00456EE9" w:rsidRPr="00405755">
              <w:t>ECOMMENDATI</w:t>
            </w:r>
            <w:r w:rsidR="00F905E1" w:rsidRPr="00405755">
              <w:t>ON</w:t>
            </w:r>
          </w:p>
        </w:tc>
      </w:tr>
    </w:tbl>
    <w:p w14:paraId="786A9272" w14:textId="77777777" w:rsidR="008972C3" w:rsidRPr="00405755" w:rsidRDefault="008972C3" w:rsidP="003274DB"/>
    <w:p w14:paraId="2B810F6F" w14:textId="77777777" w:rsidR="00D74AE1" w:rsidRPr="00405755" w:rsidRDefault="00D74AE1" w:rsidP="003274DB"/>
    <w:p w14:paraId="1139DE15" w14:textId="77777777" w:rsidR="00111E0A" w:rsidRPr="00405755" w:rsidRDefault="00111E0A" w:rsidP="00111E0A">
      <w:pPr>
        <w:pStyle w:val="Documentnumber"/>
      </w:pPr>
      <w:r w:rsidRPr="00405755">
        <w:t>Document referenc</w:t>
      </w:r>
      <w:commentRangeStart w:id="0"/>
      <w:r w:rsidRPr="00405755">
        <w:t>e</w:t>
      </w:r>
      <w:commentRangeEnd w:id="0"/>
      <w:r w:rsidRPr="00405755">
        <w:rPr>
          <w:rStyle w:val="CommentReference"/>
          <w:caps w:val="0"/>
          <w:color w:val="auto"/>
        </w:rPr>
        <w:commentReference w:id="0"/>
      </w:r>
    </w:p>
    <w:p w14:paraId="74098D6A" w14:textId="77777777" w:rsidR="00111E0A" w:rsidRPr="00405755" w:rsidRDefault="00111E0A" w:rsidP="003274DB"/>
    <w:p w14:paraId="2D8307C8" w14:textId="301DCFB1" w:rsidR="00776004" w:rsidRPr="00405755" w:rsidRDefault="00CA7EAC" w:rsidP="00564664">
      <w:pPr>
        <w:pStyle w:val="Documentname"/>
      </w:pPr>
      <w:r w:rsidRPr="002220CD">
        <w:rPr>
          <w:highlight w:val="yellow"/>
        </w:rPr>
        <w:t>Marine Signal Lights - Calculation, Definition and Notation of Luminous Range</w:t>
      </w:r>
    </w:p>
    <w:p w14:paraId="16CE4944" w14:textId="77777777" w:rsidR="00D74AE1" w:rsidRPr="00405755" w:rsidRDefault="00D74AE1" w:rsidP="00D74AE1"/>
    <w:p w14:paraId="02DD85BB" w14:textId="77777777" w:rsidR="006A48A6" w:rsidRPr="00405755" w:rsidRDefault="006A48A6" w:rsidP="00D74AE1"/>
    <w:p w14:paraId="07600A1D" w14:textId="77777777" w:rsidR="005378B8" w:rsidRPr="00405755" w:rsidRDefault="005378B8" w:rsidP="00D74AE1"/>
    <w:p w14:paraId="0A70B057" w14:textId="77777777" w:rsidR="005378B8" w:rsidRPr="00405755" w:rsidRDefault="005378B8" w:rsidP="00D74AE1"/>
    <w:p w14:paraId="2029ADC0" w14:textId="77777777" w:rsidR="005378B8" w:rsidRPr="00405755" w:rsidRDefault="005378B8" w:rsidP="00D74AE1"/>
    <w:p w14:paraId="79FB5326" w14:textId="77777777" w:rsidR="005378B8" w:rsidRPr="00405755" w:rsidRDefault="005378B8" w:rsidP="00D74AE1"/>
    <w:p w14:paraId="39B1DF27" w14:textId="77777777" w:rsidR="005378B8" w:rsidRPr="00405755" w:rsidRDefault="005378B8" w:rsidP="00D74AE1"/>
    <w:p w14:paraId="77CAA8DE" w14:textId="77777777" w:rsidR="005378B8" w:rsidRPr="00405755" w:rsidRDefault="005378B8" w:rsidP="00D74AE1"/>
    <w:p w14:paraId="34BD345A" w14:textId="77777777" w:rsidR="005378B8" w:rsidRPr="00405755" w:rsidRDefault="005378B8" w:rsidP="00D74AE1"/>
    <w:p w14:paraId="598E2328" w14:textId="77777777" w:rsidR="005378B8" w:rsidRPr="00405755" w:rsidRDefault="005378B8" w:rsidP="00D74AE1"/>
    <w:p w14:paraId="511081A3" w14:textId="77777777" w:rsidR="005378B8" w:rsidRPr="00405755" w:rsidRDefault="005378B8" w:rsidP="00D74AE1"/>
    <w:p w14:paraId="014A1BAB" w14:textId="77777777" w:rsidR="005378B8" w:rsidRPr="00405755" w:rsidRDefault="005378B8" w:rsidP="00D74AE1"/>
    <w:p w14:paraId="13140D3F" w14:textId="77777777" w:rsidR="005378B8" w:rsidRPr="00405755" w:rsidRDefault="005378B8" w:rsidP="00D74AE1"/>
    <w:p w14:paraId="034CDE1E" w14:textId="77777777" w:rsidR="005378B8" w:rsidRPr="00405755" w:rsidRDefault="005378B8" w:rsidP="00D74AE1"/>
    <w:p w14:paraId="36F1D4AB" w14:textId="77777777" w:rsidR="005378B8" w:rsidRPr="00405755" w:rsidRDefault="005378B8" w:rsidP="00D74AE1"/>
    <w:p w14:paraId="767862F3" w14:textId="77777777" w:rsidR="005378B8" w:rsidRPr="00405755" w:rsidRDefault="005378B8" w:rsidP="00D74AE1"/>
    <w:p w14:paraId="0378EDA1" w14:textId="77777777" w:rsidR="005378B8" w:rsidRPr="00405755" w:rsidRDefault="005378B8" w:rsidP="00D74AE1"/>
    <w:p w14:paraId="5140FBF3" w14:textId="77777777" w:rsidR="005378B8" w:rsidRPr="00405755" w:rsidRDefault="005378B8" w:rsidP="00D74AE1"/>
    <w:p w14:paraId="450E778A" w14:textId="77777777" w:rsidR="005378B8" w:rsidRPr="00405755" w:rsidRDefault="005378B8" w:rsidP="00D74AE1"/>
    <w:p w14:paraId="570CAFF0" w14:textId="77777777" w:rsidR="005378B8" w:rsidRPr="00405755" w:rsidRDefault="005378B8" w:rsidP="00D74AE1"/>
    <w:p w14:paraId="1CC67CFB" w14:textId="77777777" w:rsidR="005378B8" w:rsidRPr="00405755" w:rsidRDefault="005378B8" w:rsidP="005378B8">
      <w:pPr>
        <w:pStyle w:val="Editionnumber"/>
      </w:pPr>
      <w:r w:rsidRPr="00405755">
        <w:t>Edition 1.0</w:t>
      </w:r>
    </w:p>
    <w:p w14:paraId="05B56727" w14:textId="77777777" w:rsidR="006A48A6" w:rsidRPr="00405755" w:rsidRDefault="005378B8" w:rsidP="005378B8">
      <w:pPr>
        <w:pStyle w:val="Documentdate"/>
      </w:pPr>
      <w:r w:rsidRPr="00405755">
        <w:t xml:space="preserve">Document </w:t>
      </w:r>
      <w:commentRangeStart w:id="1"/>
      <w:r w:rsidRPr="00405755">
        <w:t>date</w:t>
      </w:r>
      <w:commentRangeEnd w:id="1"/>
      <w:r w:rsidRPr="00405755">
        <w:rPr>
          <w:rStyle w:val="CommentReference"/>
          <w:b w:val="0"/>
          <w:color w:val="auto"/>
        </w:rPr>
        <w:commentReference w:id="1"/>
      </w:r>
    </w:p>
    <w:p w14:paraId="1B42FEF7" w14:textId="77777777" w:rsidR="00BC27F6" w:rsidRPr="00405755" w:rsidRDefault="00BC27F6" w:rsidP="00D74AE1">
      <w:pPr>
        <w:sectPr w:rsidR="00BC27F6" w:rsidRPr="00405755" w:rsidSect="007E30D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743BFB41" w14:textId="77777777" w:rsidR="00914E26" w:rsidRPr="00405755" w:rsidRDefault="00914E26" w:rsidP="00914E26">
      <w:pPr>
        <w:pStyle w:val="BodyText"/>
      </w:pPr>
      <w:r w:rsidRPr="00405755">
        <w:lastRenderedPageBreak/>
        <w:t>Revisions to this IALA Document are to be noted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05755" w14:paraId="34F87A60" w14:textId="77777777" w:rsidTr="005E4659">
        <w:tc>
          <w:tcPr>
            <w:tcW w:w="1908" w:type="dxa"/>
          </w:tcPr>
          <w:p w14:paraId="3C22EF4A" w14:textId="77777777" w:rsidR="00914E26" w:rsidRPr="00405755" w:rsidRDefault="00914E26" w:rsidP="00914E26">
            <w:pPr>
              <w:pStyle w:val="Tabletexttitle"/>
            </w:pPr>
            <w:r w:rsidRPr="00405755">
              <w:t>Date</w:t>
            </w:r>
          </w:p>
        </w:tc>
        <w:tc>
          <w:tcPr>
            <w:tcW w:w="3576" w:type="dxa"/>
          </w:tcPr>
          <w:p w14:paraId="2342BB55" w14:textId="77777777" w:rsidR="00914E26" w:rsidRPr="00405755" w:rsidRDefault="00914E26" w:rsidP="00914E26">
            <w:pPr>
              <w:pStyle w:val="Tabletexttitle"/>
            </w:pPr>
            <w:r w:rsidRPr="00405755">
              <w:t>Page / Section Revised</w:t>
            </w:r>
          </w:p>
        </w:tc>
        <w:tc>
          <w:tcPr>
            <w:tcW w:w="5001" w:type="dxa"/>
          </w:tcPr>
          <w:p w14:paraId="5219705D" w14:textId="77777777" w:rsidR="00914E26" w:rsidRPr="00405755" w:rsidRDefault="00914E26" w:rsidP="005E4659">
            <w:pPr>
              <w:pStyle w:val="Tabletexttitle"/>
              <w:ind w:right="112"/>
            </w:pPr>
            <w:r w:rsidRPr="00405755">
              <w:t>Requirement for Revision</w:t>
            </w:r>
          </w:p>
        </w:tc>
      </w:tr>
      <w:tr w:rsidR="005E4659" w:rsidRPr="00405755" w14:paraId="1E676404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3B7B7F81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BD74E6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5DE7BDC0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01321BE7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7F74AB31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9D86A6A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E7748D6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56AF4C62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7A651E71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44DD7BB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0959D78F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66A7B048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E1237BA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BF0922B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7244CEC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476BEFEA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A229CFD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CED5FCA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2980A5F8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204B1119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2DFAF2A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A4F98DA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4AA7BEAF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27661206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7ADBB788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5A1CD93C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FC6C451" w14:textId="77777777" w:rsidR="00914E26" w:rsidRPr="00405755" w:rsidRDefault="00914E26" w:rsidP="00914E26">
            <w:pPr>
              <w:pStyle w:val="Tabletext"/>
            </w:pPr>
          </w:p>
        </w:tc>
      </w:tr>
    </w:tbl>
    <w:p w14:paraId="11CE254F" w14:textId="77777777" w:rsidR="005E4659" w:rsidRPr="00405755" w:rsidRDefault="005E4659" w:rsidP="00914E26">
      <w:pPr>
        <w:spacing w:after="200" w:line="276" w:lineRule="auto"/>
        <w:sectPr w:rsidR="005E4659" w:rsidRPr="00405755" w:rsidSect="00111E0A">
          <w:headerReference w:type="even" r:id="rId16"/>
          <w:headerReference w:type="default" r:id="rId17"/>
          <w:footerReference w:type="default" r:id="rId18"/>
          <w:headerReference w:type="first" r:id="rId19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2C79F2DC" w14:textId="77777777" w:rsidR="001B7940" w:rsidRPr="00405755" w:rsidRDefault="001B7940" w:rsidP="001B7940">
      <w:pPr>
        <w:pStyle w:val="THECOUNCIL"/>
      </w:pPr>
      <w:bookmarkStart w:id="2" w:name="_Toc442255952"/>
      <w:r w:rsidRPr="00405755">
        <w:lastRenderedPageBreak/>
        <w:t>THE COUNCIL</w:t>
      </w:r>
    </w:p>
    <w:p w14:paraId="5D66AD60" w14:textId="77777777" w:rsidR="00166C2E" w:rsidRDefault="00166C2E" w:rsidP="001B7940">
      <w:pPr>
        <w:pStyle w:val="Noting"/>
      </w:pPr>
      <w:commentRangeStart w:id="3"/>
      <w:r w:rsidRPr="004A484C">
        <w:rPr>
          <w:b/>
        </w:rPr>
        <w:t>RECALLING</w:t>
      </w:r>
      <w:commentRangeEnd w:id="3"/>
      <w:r>
        <w:rPr>
          <w:rStyle w:val="CommentReference"/>
          <w:rFonts w:eastAsiaTheme="minorHAnsi" w:cstheme="minorBidi"/>
        </w:rPr>
        <w:commentReference w:id="3"/>
      </w:r>
      <w:r w:rsidRPr="004A484C">
        <w:t xml:space="preserve"> the function of IALA with respect to Safety of Navigation, the efficiency of maritime transport and the protection of the environment,</w:t>
      </w:r>
    </w:p>
    <w:bookmarkEnd w:id="2"/>
    <w:p w14:paraId="2C9EAF57" w14:textId="77777777" w:rsidR="00CA7EAC" w:rsidRPr="00CF436F" w:rsidRDefault="00CA7EAC" w:rsidP="00CA7EAC">
      <w:pPr>
        <w:pStyle w:val="Noting"/>
        <w:rPr>
          <w:b/>
        </w:rPr>
      </w:pPr>
      <w:r>
        <w:rPr>
          <w:b/>
        </w:rPr>
        <w:t>RECOGNISING</w:t>
      </w:r>
      <w:r>
        <w:t xml:space="preserve"> </w:t>
      </w:r>
      <w:r w:rsidRPr="005C7E42">
        <w:t>the need to publish the performance of marine signal lights;</w:t>
      </w:r>
    </w:p>
    <w:p w14:paraId="5EB97252" w14:textId="77777777" w:rsidR="00CA7EAC" w:rsidRPr="00CF436F" w:rsidRDefault="00CA7EAC" w:rsidP="00CA7EAC">
      <w:pPr>
        <w:pStyle w:val="Noting"/>
        <w:rPr>
          <w:b/>
        </w:rPr>
      </w:pPr>
      <w:r>
        <w:rPr>
          <w:b/>
        </w:rPr>
        <w:t>RECOGNISING ALSO</w:t>
      </w:r>
      <w:r w:rsidRPr="00CF436F">
        <w:t xml:space="preserve"> </w:t>
      </w:r>
      <w:r w:rsidRPr="005C7E42">
        <w:t>the need to specify, design and quantify the performance of marine signal lights worldwide;</w:t>
      </w:r>
    </w:p>
    <w:p w14:paraId="0B63AC34" w14:textId="77777777" w:rsidR="00CA7EAC" w:rsidRPr="00CF436F" w:rsidRDefault="00CA7EAC" w:rsidP="00CA7EAC">
      <w:pPr>
        <w:pStyle w:val="Noting"/>
      </w:pPr>
      <w:r>
        <w:rPr>
          <w:b/>
        </w:rPr>
        <w:t>NOT</w:t>
      </w:r>
      <w:r w:rsidRPr="00CF436F">
        <w:rPr>
          <w:b/>
        </w:rPr>
        <w:t>ING</w:t>
      </w:r>
      <w:r w:rsidRPr="00CF436F">
        <w:t xml:space="preserve"> </w:t>
      </w:r>
      <w:r w:rsidRPr="005C7E42">
        <w:t>this document only applies to marine Aid-to-Navigation lights installed after the date of this publication;</w:t>
      </w:r>
    </w:p>
    <w:p w14:paraId="09D1F666" w14:textId="77777777" w:rsidR="00CA7EAC" w:rsidRPr="000263FB" w:rsidRDefault="00CA7EAC" w:rsidP="00CA7EAC">
      <w:pPr>
        <w:pStyle w:val="Noting"/>
      </w:pPr>
      <w:r>
        <w:rPr>
          <w:b/>
        </w:rPr>
        <w:t>ADOPTS</w:t>
      </w:r>
      <w:r w:rsidRPr="00CF436F">
        <w:t xml:space="preserve"> </w:t>
      </w:r>
      <w:r w:rsidRPr="005C7E42">
        <w:t xml:space="preserve">the tables and charts in the </w:t>
      </w:r>
      <w:r w:rsidRPr="004F6AD3">
        <w:t>annex of this recommendation; and,</w:t>
      </w:r>
    </w:p>
    <w:p w14:paraId="56E660AC" w14:textId="77777777" w:rsidR="00CA7EAC" w:rsidRDefault="00CA7EAC" w:rsidP="00CA7EAC">
      <w:pPr>
        <w:pStyle w:val="Noting"/>
      </w:pPr>
      <w:r w:rsidRPr="00CF436F">
        <w:rPr>
          <w:b/>
        </w:rPr>
        <w:t>RECOMMENDS</w:t>
      </w:r>
      <w:r w:rsidRPr="00822227">
        <w:t xml:space="preserve"> </w:t>
      </w:r>
      <w:r>
        <w:t xml:space="preserve">that National Members, </w:t>
      </w:r>
      <w:r w:rsidRPr="005C7E42">
        <w:t>other appropriate Authorities</w:t>
      </w:r>
      <w:r>
        <w:t xml:space="preserve"> and manufacturers</w:t>
      </w:r>
      <w:r w:rsidRPr="005C7E42">
        <w:t xml:space="preserve"> providing marine aids to navigation services design, specify and publish the performance of marine Aid-to-Navigation signal lights in accordance with the Annex to this recommendation.</w:t>
      </w:r>
    </w:p>
    <w:p w14:paraId="5F179A79" w14:textId="6DCC0DE4" w:rsidR="00CA7EAC" w:rsidRPr="004F6AD3" w:rsidRDefault="0075340E" w:rsidP="00CA7EAC">
      <w:pPr>
        <w:pStyle w:val="Noting"/>
        <w:rPr>
          <w:b/>
        </w:rPr>
      </w:pPr>
      <w:r>
        <w:rPr>
          <w:b/>
        </w:rPr>
        <w:t>RECOMMENDS AL</w:t>
      </w:r>
      <w:r w:rsidR="00CA7EAC">
        <w:rPr>
          <w:b/>
        </w:rPr>
        <w:t xml:space="preserve">SO </w:t>
      </w:r>
      <w:r w:rsidR="00CA7EAC" w:rsidRPr="004F6AD3">
        <w:t xml:space="preserve">that the nominal range of lights intended for the guidance of shipping should be published in the </w:t>
      </w:r>
      <w:r>
        <w:t>‘</w:t>
      </w:r>
      <w:r w:rsidR="00CA7EAC" w:rsidRPr="004F6AD3">
        <w:t>Lists of Lights</w:t>
      </w:r>
      <w:r>
        <w:t>’</w:t>
      </w:r>
      <w:r w:rsidR="00CA7EAC">
        <w:t xml:space="preserve">. </w:t>
      </w:r>
      <w:r w:rsidR="00CA7EAC" w:rsidRPr="004F6AD3">
        <w:t>The following information should be published:</w:t>
      </w:r>
    </w:p>
    <w:p w14:paraId="278DF4B1" w14:textId="77777777" w:rsidR="00CA7EAC" w:rsidRPr="004F6AD3" w:rsidRDefault="00CA7EAC" w:rsidP="00A63069">
      <w:pPr>
        <w:pStyle w:val="Bullet1-recommendation"/>
      </w:pPr>
      <w:bookmarkStart w:id="4" w:name="_Ref361228803"/>
      <w:bookmarkStart w:id="5" w:name="_Toc359496675"/>
      <w:bookmarkEnd w:id="4"/>
      <w:bookmarkEnd w:id="5"/>
      <w:r w:rsidRPr="004F6AD3">
        <w:t xml:space="preserve">The nominal range of lights intended for the guidance of shipping by night; </w:t>
      </w:r>
    </w:p>
    <w:p w14:paraId="0BF0F0E3" w14:textId="77777777" w:rsidR="00CA7EAC" w:rsidRPr="004F6AD3" w:rsidRDefault="00CA7EAC" w:rsidP="00A63069">
      <w:pPr>
        <w:pStyle w:val="Bullet1-recommendation"/>
      </w:pPr>
      <w:r w:rsidRPr="004F6AD3">
        <w:t>Where applicable, the nominal range of lights intended for the guidance of shipping by day;</w:t>
      </w:r>
    </w:p>
    <w:p w14:paraId="36F1E13A" w14:textId="3555EBFD" w:rsidR="008E59A3" w:rsidRDefault="00CA7EAC" w:rsidP="00462382">
      <w:pPr>
        <w:pStyle w:val="Bullet1-recommendation"/>
        <w:numPr>
          <w:ilvl w:val="0"/>
          <w:numId w:val="13"/>
        </w:numPr>
      </w:pPr>
      <w:r w:rsidRPr="004F6AD3">
        <w:t>Nomograms permitting mariners to estimate the luminous range of lights intended for the guidance of shipping by day or by night as a function of their nominal range</w:t>
      </w:r>
      <w:r>
        <w:t xml:space="preserve"> and</w:t>
      </w:r>
      <w:r w:rsidRPr="004F6AD3">
        <w:t xml:space="preserve"> the prevailing meteorological visibility.</w:t>
      </w:r>
    </w:p>
    <w:p w14:paraId="483DCED3" w14:textId="77777777" w:rsidR="0075340E" w:rsidRDefault="0075340E" w:rsidP="0075340E">
      <w:pPr>
        <w:pStyle w:val="Bullet1-recommendation"/>
        <w:ind w:left="992" w:hanging="425"/>
      </w:pPr>
    </w:p>
    <w:p w14:paraId="06345D2E" w14:textId="21E77019" w:rsidR="0075340E" w:rsidRDefault="0075340E">
      <w:pPr>
        <w:spacing w:after="200" w:line="276" w:lineRule="auto"/>
        <w:rPr>
          <w:sz w:val="24"/>
        </w:rPr>
      </w:pPr>
      <w:r>
        <w:br w:type="page"/>
      </w:r>
    </w:p>
    <w:p w14:paraId="46C44660" w14:textId="555354C5" w:rsidR="0075340E" w:rsidRDefault="003A342C" w:rsidP="003A342C">
      <w:pPr>
        <w:pStyle w:val="Annex"/>
      </w:pPr>
      <w:r w:rsidRPr="00673DFC">
        <w:rPr>
          <w:highlight w:val="green"/>
        </w:rPr>
        <w:lastRenderedPageBreak/>
        <w:t>TITLE REQUIRED</w:t>
      </w:r>
    </w:p>
    <w:p w14:paraId="62FA4A22" w14:textId="77777777" w:rsidR="00673DFC" w:rsidRDefault="00673DFC" w:rsidP="00673DFC">
      <w:pPr>
        <w:pStyle w:val="AnnexAHead1"/>
      </w:pPr>
      <w:r>
        <w:t>Allard’s Law</w:t>
      </w:r>
    </w:p>
    <w:p w14:paraId="015729B0" w14:textId="77777777" w:rsidR="00673DFC" w:rsidRPr="00673DFC" w:rsidRDefault="00673DFC" w:rsidP="00673DFC">
      <w:pPr>
        <w:pStyle w:val="Heading1separatationline"/>
      </w:pPr>
    </w:p>
    <w:p w14:paraId="5306A6CE" w14:textId="77777777" w:rsidR="00673DFC" w:rsidRDefault="00673DFC" w:rsidP="00673DFC">
      <w:pPr>
        <w:pStyle w:val="BodyText"/>
      </w:pPr>
      <w:r>
        <w:t>All luminous range calculations are based on Allard’s law.</w:t>
      </w:r>
    </w:p>
    <w:p w14:paraId="62F6CD08" w14:textId="5A1A2082" w:rsidR="00673DFC" w:rsidRDefault="00673DFC" w:rsidP="00673DFC">
      <w:pPr>
        <w:pStyle w:val="BodyText"/>
      </w:pPr>
      <w:r>
        <w:t>In the International System of units (SI) Allard’s law takes the following form:</w:t>
      </w:r>
    </w:p>
    <w:p w14:paraId="31248765" w14:textId="221648CA" w:rsidR="00673DFC" w:rsidRDefault="00673DFC" w:rsidP="00673DFC">
      <w:pPr>
        <w:pStyle w:val="BodyText"/>
      </w:pPr>
      <m:oMathPara>
        <m:oMath>
          <m:r>
            <w:rPr>
              <w:rFonts w:ascii="Cambria Math" w:hAnsi="Cambria Math"/>
              <w:sz w:val="24"/>
              <w:szCs w:val="24"/>
            </w:rPr>
            <m:t>I=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E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r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*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D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>*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0.05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f>
                <m:fPr>
                  <m:type m:val="lin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D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V</m:t>
                  </m:r>
                </m:den>
              </m:f>
            </m:sup>
          </m:sSup>
        </m:oMath>
      </m:oMathPara>
    </w:p>
    <w:p w14:paraId="616AFF36" w14:textId="07E95946" w:rsidR="00673DFC" w:rsidRDefault="00673DFC" w:rsidP="00673DFC">
      <w:pPr>
        <w:pStyle w:val="Equationcaption"/>
      </w:pPr>
      <w:r>
        <w:t>Allard’s Law (metres)</w:t>
      </w:r>
    </w:p>
    <w:p w14:paraId="60CDAC6E" w14:textId="77777777" w:rsidR="00673DFC" w:rsidRDefault="00673DFC" w:rsidP="00673DFC">
      <w:pPr>
        <w:pStyle w:val="BodyText"/>
      </w:pPr>
      <w:r>
        <w:t>Where:</w:t>
      </w:r>
    </w:p>
    <w:p w14:paraId="4D5CF4CA" w14:textId="5FB2EBF5" w:rsidR="00673DFC" w:rsidRDefault="00673DFC" w:rsidP="00673DFC">
      <w:pPr>
        <w:pStyle w:val="BodyText"/>
        <w:ind w:left="567"/>
      </w:pPr>
      <w:r>
        <w:t xml:space="preserve">I </w:t>
      </w:r>
      <w:proofErr w:type="gramStart"/>
      <w:r>
        <w:t>is</w:t>
      </w:r>
      <w:proofErr w:type="gramEnd"/>
      <w:r>
        <w:t xml:space="preserve"> the luminous intensity of the light [cd]</w:t>
      </w:r>
    </w:p>
    <w:p w14:paraId="0227DAC1" w14:textId="6E12F0AA" w:rsidR="00673DFC" w:rsidRDefault="00673DFC" w:rsidP="00673DFC">
      <w:pPr>
        <w:pStyle w:val="BodyText"/>
        <w:ind w:left="567"/>
      </w:pPr>
      <w:proofErr w:type="spellStart"/>
      <w:r>
        <w:t>E</w:t>
      </w:r>
      <w:r w:rsidRPr="00673DFC">
        <w:rPr>
          <w:vertAlign w:val="subscript"/>
        </w:rPr>
        <w:t>r</w:t>
      </w:r>
      <w:proofErr w:type="spellEnd"/>
      <w:r>
        <w:t xml:space="preserve"> is the required illuminance at the eye of the observer [lx]</w:t>
      </w:r>
    </w:p>
    <w:p w14:paraId="4DFFCAC5" w14:textId="67A7A1B7" w:rsidR="00673DFC" w:rsidRDefault="00673DFC" w:rsidP="00673DFC">
      <w:pPr>
        <w:pStyle w:val="BodyText"/>
        <w:ind w:left="567"/>
      </w:pPr>
      <w:r>
        <w:t>D is the luminous range in metres [m]</w:t>
      </w:r>
    </w:p>
    <w:p w14:paraId="6912CB4C" w14:textId="24F3E257" w:rsidR="00673DFC" w:rsidRDefault="00673DFC" w:rsidP="00673DFC">
      <w:pPr>
        <w:pStyle w:val="BodyText"/>
        <w:ind w:left="567"/>
      </w:pPr>
      <w:r>
        <w:t>V is the meteorological visibility in metres [m]</w:t>
      </w:r>
    </w:p>
    <w:p w14:paraId="110E0A63" w14:textId="77777777" w:rsidR="00673DFC" w:rsidRDefault="00673DFC" w:rsidP="00673DFC">
      <w:pPr>
        <w:pStyle w:val="BodyText"/>
      </w:pPr>
    </w:p>
    <w:p w14:paraId="62B14165" w14:textId="6F2F62AC" w:rsidR="00673DFC" w:rsidRDefault="00673DFC" w:rsidP="00673DFC">
      <w:pPr>
        <w:pStyle w:val="BodyText"/>
      </w:pPr>
      <w:r>
        <w:t>A traditional form using nautical miles (</w:t>
      </w:r>
      <w:r w:rsidRPr="00673DFC">
        <w:rPr>
          <w:highlight w:val="green"/>
        </w:rPr>
        <w:t>N</w:t>
      </w:r>
      <w:r>
        <w:t>M) is:</w:t>
      </w:r>
    </w:p>
    <w:p w14:paraId="6BED5F35" w14:textId="77777777" w:rsidR="00673DFC" w:rsidRPr="009F7248" w:rsidRDefault="00673DFC" w:rsidP="00673DFC">
      <w:pPr>
        <w:pStyle w:val="BodyText"/>
        <w:rPr>
          <w:color w:val="000000" w:themeColor="text1"/>
          <w:sz w:val="24"/>
          <w:szCs w:val="24"/>
        </w:rPr>
      </w:pPr>
      <m:oMathPara>
        <m:oMath>
          <m:r>
            <w:rPr>
              <w:rFonts w:ascii="Cambria Math" w:hAnsi="Cambria Math"/>
              <w:color w:val="000000" w:themeColor="text1"/>
              <w:sz w:val="24"/>
              <w:szCs w:val="24"/>
            </w:rPr>
            <m:t>I=</m:t>
          </m:r>
          <m:d>
            <m:dPr>
              <m:ctrlPr>
                <w:rPr>
                  <w:rFonts w:ascii="Cambria Math" w:hAnsi="Cambria Math"/>
                  <w:i/>
                  <w:color w:val="000000" w:themeColor="text1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3.43*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6</m:t>
                  </m:r>
                </m:sup>
              </m:sSup>
            </m:e>
          </m:d>
          <m:r>
            <w:rPr>
              <w:rFonts w:ascii="Cambria Math" w:hAnsi="Cambria Math"/>
              <w:color w:val="000000" w:themeColor="text1"/>
              <w:sz w:val="24"/>
              <w:szCs w:val="24"/>
            </w:rPr>
            <m:t>*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E</m:t>
              </m:r>
            </m:e>
            <m:sub>
              <m: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r</m:t>
              </m:r>
            </m:sub>
          </m:sSub>
          <m:r>
            <w:rPr>
              <w:rFonts w:ascii="Cambria Math" w:hAnsi="Cambria Math"/>
              <w:color w:val="000000" w:themeColor="text1"/>
              <w:sz w:val="24"/>
              <w:szCs w:val="24"/>
            </w:rPr>
            <m:t>*</m:t>
          </m:r>
          <m:sSup>
            <m:sSupPr>
              <m:ctrlPr>
                <w:rPr>
                  <w:rFonts w:ascii="Cambria Math" w:hAnsi="Cambria Math"/>
                  <w:i/>
                  <w:color w:val="000000" w:themeColor="text1"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D</m:t>
              </m:r>
            </m:e>
            <m:sup>
              <m: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/>
              <w:color w:val="000000" w:themeColor="text1"/>
              <w:sz w:val="24"/>
              <w:szCs w:val="24"/>
            </w:rPr>
            <m:t>*</m:t>
          </m:r>
          <m:sSup>
            <m:sSupPr>
              <m:ctrlPr>
                <w:rPr>
                  <w:rFonts w:ascii="Cambria Math" w:hAnsi="Cambria Math"/>
                  <w:i/>
                  <w:color w:val="000000" w:themeColor="text1"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0.05</m:t>
              </m:r>
            </m:e>
            <m:sup>
              <m: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-</m:t>
              </m:r>
              <m:f>
                <m:fPr>
                  <m:type m:val="lin"/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D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V</m:t>
                  </m:r>
                </m:den>
              </m:f>
            </m:sup>
          </m:sSup>
        </m:oMath>
      </m:oMathPara>
    </w:p>
    <w:p w14:paraId="0E0E2839" w14:textId="4270EBD2" w:rsidR="00673DFC" w:rsidRDefault="00673DFC" w:rsidP="00673DFC">
      <w:pPr>
        <w:pStyle w:val="Equationcaption"/>
      </w:pPr>
      <w:r>
        <w:t>Allard’s Law (nautical miles)</w:t>
      </w:r>
    </w:p>
    <w:p w14:paraId="5029BC24" w14:textId="77777777" w:rsidR="00673DFC" w:rsidRDefault="00673DFC" w:rsidP="00673DFC">
      <w:pPr>
        <w:pStyle w:val="BodyText"/>
      </w:pPr>
      <w:r>
        <w:t>Where:</w:t>
      </w:r>
    </w:p>
    <w:p w14:paraId="6C239C13" w14:textId="234B348F" w:rsidR="00673DFC" w:rsidRDefault="00673DFC" w:rsidP="00673DFC">
      <w:pPr>
        <w:pStyle w:val="BodyText"/>
        <w:ind w:left="567"/>
      </w:pPr>
      <w:r>
        <w:t xml:space="preserve">I </w:t>
      </w:r>
      <w:proofErr w:type="gramStart"/>
      <w:r>
        <w:t>is</w:t>
      </w:r>
      <w:proofErr w:type="gramEnd"/>
      <w:r>
        <w:t xml:space="preserve"> the luminous intensity of the light [cd]</w:t>
      </w:r>
    </w:p>
    <w:p w14:paraId="2D276D6E" w14:textId="172C08F3" w:rsidR="00673DFC" w:rsidRDefault="00673DFC" w:rsidP="00673DFC">
      <w:pPr>
        <w:pStyle w:val="BodyText"/>
        <w:ind w:left="567"/>
      </w:pPr>
      <w:proofErr w:type="spellStart"/>
      <w:r>
        <w:t>E</w:t>
      </w:r>
      <w:r w:rsidRPr="00673DFC">
        <w:rPr>
          <w:vertAlign w:val="subscript"/>
        </w:rPr>
        <w:t>r</w:t>
      </w:r>
      <w:proofErr w:type="spellEnd"/>
      <w:r>
        <w:t xml:space="preserve"> is the required illuminance at the eye of the observer [lx]</w:t>
      </w:r>
    </w:p>
    <w:p w14:paraId="5C9DD76C" w14:textId="0F601232" w:rsidR="00673DFC" w:rsidRDefault="00673DFC" w:rsidP="00673DFC">
      <w:pPr>
        <w:pStyle w:val="BodyText"/>
        <w:ind w:left="567"/>
      </w:pPr>
      <w:r>
        <w:t>D is the luminous range in nautical miles</w:t>
      </w:r>
    </w:p>
    <w:p w14:paraId="2E5E287F" w14:textId="73A6B950" w:rsidR="00673DFC" w:rsidRDefault="00673DFC" w:rsidP="00673DFC">
      <w:pPr>
        <w:pStyle w:val="BodyText"/>
        <w:ind w:left="567"/>
      </w:pPr>
      <w:r>
        <w:t>V is the meteorological visibility in nautical miles</w:t>
      </w:r>
    </w:p>
    <w:p w14:paraId="71C84E57" w14:textId="77777777" w:rsidR="00673DFC" w:rsidRDefault="00673DFC" w:rsidP="00C46A5A">
      <w:pPr>
        <w:pStyle w:val="AnnexAHead1"/>
      </w:pPr>
      <w:r>
        <w:t>Nominal range</w:t>
      </w:r>
    </w:p>
    <w:p w14:paraId="54D00250" w14:textId="77777777" w:rsidR="00C46A5A" w:rsidRPr="00C46A5A" w:rsidRDefault="00C46A5A" w:rsidP="00C46A5A">
      <w:pPr>
        <w:pStyle w:val="Heading1separatationline"/>
      </w:pPr>
    </w:p>
    <w:p w14:paraId="36A50A0E" w14:textId="77777777" w:rsidR="00673DFC" w:rsidRDefault="00673DFC" w:rsidP="00673DFC">
      <w:pPr>
        <w:pStyle w:val="BodyText"/>
      </w:pPr>
      <w:r>
        <w:t>The nominal luminous range of a maritime signal light is the distance in nautical miles at which this light produces an illumination at the eye of the observer:</w:t>
      </w:r>
    </w:p>
    <w:p w14:paraId="747F99F1" w14:textId="4A011CE0" w:rsidR="00673DFC" w:rsidRPr="00CC7D7B" w:rsidRDefault="00673DFC" w:rsidP="00925CBA">
      <w:pPr>
        <w:pStyle w:val="Bullet1"/>
      </w:pPr>
      <w:bookmarkStart w:id="6" w:name="_GoBack"/>
      <w:r w:rsidRPr="00CC7D7B">
        <w:t xml:space="preserve">of 2 </w:t>
      </w:r>
      <w:r w:rsidR="00C46A5A" w:rsidRPr="00CC7D7B">
        <w:t xml:space="preserve">x </w:t>
      </w:r>
      <w:r w:rsidRPr="00CC7D7B">
        <w:t>10-7 lx for night time range</w:t>
      </w:r>
    </w:p>
    <w:p w14:paraId="5E41B11A" w14:textId="2D823BE6" w:rsidR="00673DFC" w:rsidRPr="00CC7D7B" w:rsidRDefault="00C46A5A" w:rsidP="00925CBA">
      <w:pPr>
        <w:pStyle w:val="Bullet1"/>
      </w:pPr>
      <w:r w:rsidRPr="00CC7D7B">
        <w:t xml:space="preserve">of 1 x </w:t>
      </w:r>
      <w:r w:rsidR="00673DFC" w:rsidRPr="00CC7D7B">
        <w:t>10-3 lx f</w:t>
      </w:r>
      <w:bookmarkEnd w:id="6"/>
      <w:r w:rsidR="00673DFC" w:rsidRPr="00CC7D7B">
        <w:t>or day time range</w:t>
      </w:r>
    </w:p>
    <w:p w14:paraId="19342AB5" w14:textId="77777777" w:rsidR="00673DFC" w:rsidRDefault="00673DFC" w:rsidP="00673DFC">
      <w:pPr>
        <w:pStyle w:val="BodyText"/>
      </w:pPr>
      <w:r>
        <w:t>It is assumed that meteorological visibility V equals 10 nautical miles and that the atmosphere is homogenous.</w:t>
      </w:r>
    </w:p>
    <w:p w14:paraId="2C9AECAC" w14:textId="77777777" w:rsidR="00673DFC" w:rsidRPr="00673DFC" w:rsidRDefault="00673DFC" w:rsidP="00673DFC">
      <w:pPr>
        <w:pStyle w:val="BodyText"/>
      </w:pPr>
    </w:p>
    <w:p w14:paraId="4009DC40" w14:textId="09094DE9" w:rsidR="00C95BE2" w:rsidRDefault="00C95BE2">
      <w:pPr>
        <w:spacing w:after="200" w:line="276" w:lineRule="auto"/>
        <w:rPr>
          <w:sz w:val="22"/>
        </w:rPr>
      </w:pPr>
      <w:r>
        <w:br w:type="page"/>
      </w:r>
    </w:p>
    <w:p w14:paraId="44FE8E94" w14:textId="4705C70C" w:rsidR="003A342C" w:rsidRDefault="00C95BE2" w:rsidP="00C95BE2">
      <w:pPr>
        <w:pStyle w:val="AnnexAHead1"/>
        <w:rPr>
          <w:lang w:val="en-US"/>
        </w:rPr>
      </w:pPr>
      <w:r w:rsidRPr="00446B34">
        <w:rPr>
          <w:lang w:val="en-US"/>
        </w:rPr>
        <w:lastRenderedPageBreak/>
        <w:t>LUMINOUS RANGE FOR NIGHT TIME</w:t>
      </w:r>
    </w:p>
    <w:p w14:paraId="5340BD9A" w14:textId="77777777" w:rsidR="00C95BE2" w:rsidRDefault="00C95BE2" w:rsidP="00C95BE2">
      <w:pPr>
        <w:pStyle w:val="Heading1separatationline"/>
        <w:rPr>
          <w:lang w:val="en-US"/>
        </w:rPr>
      </w:pPr>
    </w:p>
    <w:p w14:paraId="62A4A1BB" w14:textId="74DD6043" w:rsidR="00C95BE2" w:rsidRDefault="00C95BE2" w:rsidP="00C95BE2">
      <w:pPr>
        <w:pStyle w:val="BodyText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The chart is based on an</w:t>
      </w:r>
      <w:r w:rsidRPr="00B5643F">
        <w:rPr>
          <w:sz w:val="24"/>
          <w:szCs w:val="24"/>
        </w:rPr>
        <w:t xml:space="preserve"> illuminance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r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=2*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-7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lx</m:t>
        </m:r>
      </m:oMath>
    </w:p>
    <w:p w14:paraId="7015273C" w14:textId="7EF0729F" w:rsidR="00DE0DED" w:rsidRDefault="00462382" w:rsidP="00462382">
      <w:pPr>
        <w:pStyle w:val="BodyText"/>
        <w:jc w:val="center"/>
        <w:rPr>
          <w:rFonts w:eastAsiaTheme="minorEastAsia"/>
          <w:sz w:val="24"/>
          <w:szCs w:val="24"/>
        </w:rPr>
      </w:pPr>
      <w:r w:rsidRPr="00E4116C">
        <w:rPr>
          <w:noProof/>
          <w:lang w:val="en-US"/>
        </w:rPr>
        <w:drawing>
          <wp:inline distT="0" distB="0" distL="0" distR="0" wp14:anchorId="696A34BF" wp14:editId="2A766E50">
            <wp:extent cx="5400000" cy="6714000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671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8F29E5" w14:textId="053D1100" w:rsidR="00DE0DED" w:rsidRDefault="00DE0DED" w:rsidP="00462382">
      <w:pPr>
        <w:pStyle w:val="Figurecaption"/>
        <w:jc w:val="center"/>
      </w:pPr>
      <w:r w:rsidRPr="00446B34">
        <w:rPr>
          <w:lang w:val="en-US"/>
        </w:rPr>
        <w:t>Luminous Range diagram - night time</w:t>
      </w:r>
    </w:p>
    <w:p w14:paraId="6D473531" w14:textId="3EC9805F" w:rsidR="00DE0DED" w:rsidRDefault="00DE0DED" w:rsidP="00C95BE2">
      <w:pPr>
        <w:pStyle w:val="BodyText"/>
        <w:rPr>
          <w:rFonts w:eastAsiaTheme="minorEastAsia"/>
          <w:sz w:val="24"/>
          <w:szCs w:val="24"/>
        </w:rPr>
      </w:pPr>
      <w:r w:rsidRPr="00334AD3">
        <w:rPr>
          <w:rFonts w:cs="Arial"/>
          <w:bCs/>
          <w:highlight w:val="yellow"/>
          <w:lang w:val="en-US"/>
        </w:rPr>
        <w:t xml:space="preserve">COMMENT: </w:t>
      </w:r>
      <w:r>
        <w:rPr>
          <w:rFonts w:cs="Arial"/>
          <w:bCs/>
          <w:highlight w:val="yellow"/>
          <w:lang w:val="en-US"/>
        </w:rPr>
        <w:t>Work to do for ENG5 remove background corrections</w:t>
      </w:r>
    </w:p>
    <w:p w14:paraId="5FD09481" w14:textId="77777777" w:rsidR="00DE0DED" w:rsidRDefault="00DE0DED" w:rsidP="00C95BE2">
      <w:pPr>
        <w:pStyle w:val="BodyText"/>
        <w:rPr>
          <w:rFonts w:eastAsiaTheme="minorEastAsia"/>
          <w:sz w:val="24"/>
          <w:szCs w:val="24"/>
        </w:rPr>
      </w:pPr>
    </w:p>
    <w:p w14:paraId="5FDE14DE" w14:textId="534E9C32" w:rsidR="00DE0DED" w:rsidRDefault="00DE0DED">
      <w:pPr>
        <w:spacing w:after="200" w:line="276" w:lineRule="auto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br w:type="page"/>
      </w:r>
    </w:p>
    <w:p w14:paraId="09CB0249" w14:textId="7CBA5796" w:rsidR="00DE0DED" w:rsidRDefault="00462382" w:rsidP="00462382">
      <w:pPr>
        <w:pStyle w:val="Tablecaption"/>
        <w:jc w:val="center"/>
      </w:pPr>
      <w:r w:rsidRPr="00446B34">
        <w:rPr>
          <w:lang w:val="en-US"/>
        </w:rPr>
        <w:lastRenderedPageBreak/>
        <w:t>Night time nominal range table (rounded off to the nearest nautical mile)</w:t>
      </w:r>
    </w:p>
    <w:tbl>
      <w:tblPr>
        <w:tblStyle w:val="TableGrid"/>
        <w:tblW w:w="0" w:type="auto"/>
        <w:tblInd w:w="817" w:type="dxa"/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701"/>
        <w:gridCol w:w="1275"/>
        <w:gridCol w:w="1701"/>
        <w:gridCol w:w="1276"/>
      </w:tblGrid>
      <w:tr w:rsidR="00462382" w:rsidRPr="00446B34" w14:paraId="48AFFEAC" w14:textId="77777777" w:rsidTr="006555A5">
        <w:tc>
          <w:tcPr>
            <w:tcW w:w="1276" w:type="dxa"/>
            <w:vAlign w:val="center"/>
          </w:tcPr>
          <w:p w14:paraId="7EFB9749" w14:textId="77777777" w:rsidR="00462382" w:rsidRPr="00446B34" w:rsidRDefault="00462382" w:rsidP="00462382">
            <w:pPr>
              <w:pStyle w:val="Tableheading"/>
            </w:pPr>
            <w:r w:rsidRPr="00446B34">
              <w:t>Luminous</w:t>
            </w:r>
          </w:p>
          <w:p w14:paraId="14E7CAFA" w14:textId="77777777" w:rsidR="00462382" w:rsidRPr="00446B34" w:rsidRDefault="00462382" w:rsidP="00462382">
            <w:pPr>
              <w:pStyle w:val="Tableheading"/>
            </w:pPr>
            <w:r w:rsidRPr="00446B34">
              <w:t>intensity</w:t>
            </w:r>
          </w:p>
        </w:tc>
        <w:tc>
          <w:tcPr>
            <w:tcW w:w="1276" w:type="dxa"/>
            <w:vAlign w:val="center"/>
          </w:tcPr>
          <w:p w14:paraId="1B628B40" w14:textId="77777777" w:rsidR="00462382" w:rsidRPr="00446B34" w:rsidRDefault="00462382" w:rsidP="00462382">
            <w:pPr>
              <w:pStyle w:val="Tableheading"/>
            </w:pPr>
            <w:r w:rsidRPr="00446B34">
              <w:t>Nominal</w:t>
            </w:r>
            <w:r>
              <w:t xml:space="preserve"> </w:t>
            </w:r>
            <w:r w:rsidRPr="00446B34">
              <w:t>range (rounded)</w:t>
            </w:r>
          </w:p>
        </w:tc>
        <w:tc>
          <w:tcPr>
            <w:tcW w:w="1701" w:type="dxa"/>
            <w:vAlign w:val="center"/>
          </w:tcPr>
          <w:p w14:paraId="2E84D318" w14:textId="77777777" w:rsidR="00462382" w:rsidRPr="00446B34" w:rsidRDefault="00462382" w:rsidP="00462382">
            <w:pPr>
              <w:pStyle w:val="Tableheading"/>
            </w:pPr>
            <w:r w:rsidRPr="00446B34">
              <w:t>Luminous intensity</w:t>
            </w:r>
          </w:p>
        </w:tc>
        <w:tc>
          <w:tcPr>
            <w:tcW w:w="1275" w:type="dxa"/>
            <w:vAlign w:val="center"/>
          </w:tcPr>
          <w:p w14:paraId="38A30614" w14:textId="77777777" w:rsidR="00462382" w:rsidRPr="00446B34" w:rsidRDefault="00462382" w:rsidP="00462382">
            <w:pPr>
              <w:pStyle w:val="Tableheading"/>
            </w:pPr>
            <w:r w:rsidRPr="00446B34">
              <w:t>Nominal range (rounded)</w:t>
            </w:r>
          </w:p>
        </w:tc>
        <w:tc>
          <w:tcPr>
            <w:tcW w:w="1701" w:type="dxa"/>
            <w:vAlign w:val="center"/>
          </w:tcPr>
          <w:p w14:paraId="612CF63E" w14:textId="77777777" w:rsidR="00462382" w:rsidRPr="00446B34" w:rsidRDefault="00462382" w:rsidP="00462382">
            <w:pPr>
              <w:pStyle w:val="Tableheading"/>
            </w:pPr>
            <w:r w:rsidRPr="00446B34">
              <w:t>Luminous intensity</w:t>
            </w:r>
          </w:p>
        </w:tc>
        <w:tc>
          <w:tcPr>
            <w:tcW w:w="1276" w:type="dxa"/>
            <w:vAlign w:val="center"/>
          </w:tcPr>
          <w:p w14:paraId="14EFA595" w14:textId="77777777" w:rsidR="00462382" w:rsidRPr="00446B34" w:rsidRDefault="00462382" w:rsidP="00462382">
            <w:pPr>
              <w:pStyle w:val="Tableheading"/>
            </w:pPr>
            <w:r w:rsidRPr="00446B34">
              <w:t>Nominal range (rounded)</w:t>
            </w:r>
          </w:p>
        </w:tc>
      </w:tr>
      <w:tr w:rsidR="00462382" w:rsidRPr="00446B34" w14:paraId="06128CE9" w14:textId="77777777" w:rsidTr="006555A5"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14:paraId="22C9F982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candelas</w:t>
            </w:r>
          </w:p>
          <w:p w14:paraId="3975AEB8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(cd)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14:paraId="72BC8F0C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nautical miles (M)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14:paraId="46C8C721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proofErr w:type="spellStart"/>
            <w:r w:rsidRPr="00446B34">
              <w:rPr>
                <w:lang w:val="en-US"/>
              </w:rPr>
              <w:t>kilocandelas</w:t>
            </w:r>
            <w:proofErr w:type="spellEnd"/>
          </w:p>
          <w:p w14:paraId="1F8C1BED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(10</w:t>
            </w:r>
            <w:r w:rsidRPr="00446B34">
              <w:rPr>
                <w:vertAlign w:val="superscript"/>
                <w:lang w:val="en-US"/>
              </w:rPr>
              <w:t>3</w:t>
            </w:r>
            <w:r w:rsidRPr="00446B34">
              <w:rPr>
                <w:lang w:val="en-US"/>
              </w:rPr>
              <w:t xml:space="preserve"> cd)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  <w:vAlign w:val="center"/>
          </w:tcPr>
          <w:p w14:paraId="5D180BE4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nautical miles (M)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14:paraId="7E8D1DE3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proofErr w:type="spellStart"/>
            <w:r w:rsidRPr="00446B34">
              <w:rPr>
                <w:lang w:val="en-US"/>
              </w:rPr>
              <w:t>Megacandelas</w:t>
            </w:r>
            <w:proofErr w:type="spellEnd"/>
          </w:p>
          <w:p w14:paraId="06C09B88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(10</w:t>
            </w:r>
            <w:r w:rsidRPr="00446B34">
              <w:rPr>
                <w:vertAlign w:val="superscript"/>
                <w:lang w:val="en-US"/>
              </w:rPr>
              <w:t>6</w:t>
            </w:r>
            <w:r w:rsidRPr="00446B34">
              <w:rPr>
                <w:lang w:val="en-US"/>
              </w:rPr>
              <w:t xml:space="preserve"> cd)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14:paraId="261B72DF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nautical miles (M)</w:t>
            </w:r>
          </w:p>
        </w:tc>
      </w:tr>
      <w:tr w:rsidR="00462382" w:rsidRPr="00446B34" w14:paraId="24FD1D54" w14:textId="77777777" w:rsidTr="006555A5">
        <w:tc>
          <w:tcPr>
            <w:tcW w:w="1276" w:type="dxa"/>
            <w:tcBorders>
              <w:bottom w:val="nil"/>
            </w:tcBorders>
            <w:vAlign w:val="center"/>
          </w:tcPr>
          <w:p w14:paraId="10B48D74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1 - 2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79A36790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0CC90A02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0.633 – 1.06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14:paraId="1791AA99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9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4A4A6814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0.927 – 1.35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23879F75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26</w:t>
            </w:r>
          </w:p>
        </w:tc>
      </w:tr>
      <w:tr w:rsidR="00462382" w:rsidRPr="00446B34" w14:paraId="65AFFECC" w14:textId="77777777" w:rsidTr="006555A5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1D5AE07B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3 - 9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26294AB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5AEE309F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1.07 – 1.75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7ECC2F0E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7A36307B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1.36 – 1.96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BEEDD64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27</w:t>
            </w:r>
          </w:p>
        </w:tc>
      </w:tr>
      <w:tr w:rsidR="00462382" w:rsidRPr="00446B34" w14:paraId="590D3227" w14:textId="77777777" w:rsidTr="006555A5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BCEBE2A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10 - 23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356213DF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EA117D9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1.76 – 2.84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551C9E65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11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45F57C3B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1.97 – 2.84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5ABC0B7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28</w:t>
            </w:r>
          </w:p>
        </w:tc>
      </w:tr>
      <w:tr w:rsidR="00462382" w:rsidRPr="00446B34" w14:paraId="7EC7284B" w14:textId="77777777" w:rsidTr="006555A5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6A49DDCE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24 - 53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ECF074C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5757B1D2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2.85 – 4.53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5A4D9C81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E79EB2F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2.85 – 4.11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640609C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29</w:t>
            </w:r>
          </w:p>
        </w:tc>
      </w:tr>
      <w:tr w:rsidR="00462382" w:rsidRPr="00446B34" w14:paraId="789D3738" w14:textId="77777777" w:rsidTr="006555A5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3961CD77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54 - 107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81430C2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99F7D36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4.54 – 7.13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36934879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4B502B37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4.12 – 5.93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D96ADFA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30</w:t>
            </w:r>
          </w:p>
        </w:tc>
      </w:tr>
      <w:tr w:rsidR="00462382" w:rsidRPr="00446B34" w14:paraId="0543E5AB" w14:textId="77777777" w:rsidTr="006555A5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25C52A9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108 - 203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6ADBE5D9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10DA87A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7.14 – 11.1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54050080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14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5EF10078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5.94 – 8.53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EABF0DB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31</w:t>
            </w:r>
          </w:p>
        </w:tc>
      </w:tr>
      <w:tr w:rsidR="00462382" w:rsidRPr="00446B34" w14:paraId="6D9C111B" w14:textId="77777777" w:rsidTr="006555A5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18CE7803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204 - 364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3DEC8FB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54D1205F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11.2 – 17.1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75D3B885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15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565AC89E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8.54 – 12.2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3CF2A70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32</w:t>
            </w:r>
          </w:p>
        </w:tc>
      </w:tr>
      <w:tr w:rsidR="00462382" w:rsidRPr="00446B34" w14:paraId="7E9D4C3C" w14:textId="77777777" w:rsidTr="006555A5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174933EB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365 - 632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6E5982A1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7AF54688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17.2 – 26.1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2E9FCCEA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16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4384EA13" w14:textId="77777777" w:rsidR="00462382" w:rsidRPr="000955C6" w:rsidRDefault="00462382" w:rsidP="00462382">
            <w:pPr>
              <w:pStyle w:val="Tabletext"/>
              <w:rPr>
                <w:lang w:val="en-US"/>
              </w:rPr>
            </w:pPr>
            <w:r w:rsidRPr="000955C6">
              <w:rPr>
                <w:lang w:val="en-US"/>
              </w:rPr>
              <w:t>12.3 – 17.5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D14B62A" w14:textId="77777777" w:rsidR="00462382" w:rsidRPr="000955C6" w:rsidRDefault="00462382" w:rsidP="00462382">
            <w:pPr>
              <w:pStyle w:val="Tabletext"/>
              <w:rPr>
                <w:lang w:val="en-US"/>
              </w:rPr>
            </w:pPr>
            <w:r w:rsidRPr="000955C6">
              <w:rPr>
                <w:lang w:val="en-US"/>
              </w:rPr>
              <w:t>33</w:t>
            </w:r>
          </w:p>
        </w:tc>
      </w:tr>
      <w:tr w:rsidR="00462382" w:rsidRPr="00446B34" w14:paraId="2170F5B9" w14:textId="77777777" w:rsidTr="006555A5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38297F9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40D2729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7A44BE7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26.2 - 39.7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3500A812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17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753C9B7E" w14:textId="77777777" w:rsidR="00462382" w:rsidRPr="000955C6" w:rsidRDefault="00462382" w:rsidP="00462382">
            <w:pPr>
              <w:pStyle w:val="Tabletext"/>
              <w:rPr>
                <w:lang w:val="en-US"/>
              </w:rPr>
            </w:pPr>
            <w:r w:rsidRPr="000955C6">
              <w:rPr>
                <w:lang w:val="en-US"/>
              </w:rPr>
              <w:t>17.6 – 25.1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312632A0" w14:textId="77777777" w:rsidR="00462382" w:rsidRPr="000955C6" w:rsidRDefault="00462382" w:rsidP="00462382">
            <w:pPr>
              <w:pStyle w:val="Tabletext"/>
              <w:rPr>
                <w:lang w:val="en-US"/>
              </w:rPr>
            </w:pPr>
            <w:r w:rsidRPr="000955C6">
              <w:rPr>
                <w:lang w:val="en-US"/>
              </w:rPr>
              <w:t>34</w:t>
            </w:r>
          </w:p>
        </w:tc>
      </w:tr>
      <w:tr w:rsidR="00462382" w:rsidRPr="00446B34" w14:paraId="46F64E46" w14:textId="77777777" w:rsidTr="006555A5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58F8CA2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6F12CED5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F95B31F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39.8 – 59.9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6D057BE8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18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66F76B6" w14:textId="77777777" w:rsidR="00462382" w:rsidRPr="000955C6" w:rsidRDefault="00462382" w:rsidP="00462382">
            <w:pPr>
              <w:pStyle w:val="Tabletext"/>
              <w:rPr>
                <w:lang w:val="en-US"/>
              </w:rPr>
            </w:pPr>
            <w:r w:rsidRPr="000955C6">
              <w:rPr>
                <w:lang w:val="en-US"/>
              </w:rPr>
              <w:t>25.2 – 35.9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D29C84E" w14:textId="77777777" w:rsidR="00462382" w:rsidRPr="000955C6" w:rsidRDefault="00462382" w:rsidP="00462382">
            <w:pPr>
              <w:pStyle w:val="Tabletext"/>
              <w:rPr>
                <w:lang w:val="en-US"/>
              </w:rPr>
            </w:pPr>
            <w:r w:rsidRPr="000955C6">
              <w:rPr>
                <w:lang w:val="en-US"/>
              </w:rPr>
              <w:t>35</w:t>
            </w:r>
          </w:p>
        </w:tc>
      </w:tr>
      <w:tr w:rsidR="00462382" w:rsidRPr="00446B34" w14:paraId="68828B2D" w14:textId="77777777" w:rsidTr="006555A5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225A9AB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9EB07F3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89CAE73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60.0 – 89.8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6DDD3BF4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19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5B51F919" w14:textId="77777777" w:rsidR="00462382" w:rsidRPr="000955C6" w:rsidRDefault="00462382" w:rsidP="00462382">
            <w:pPr>
              <w:pStyle w:val="Tabletext"/>
              <w:rPr>
                <w:lang w:val="en-US"/>
              </w:rPr>
            </w:pPr>
            <w:r w:rsidRPr="000955C6">
              <w:rPr>
                <w:lang w:val="en-US"/>
              </w:rPr>
              <w:t>36.0 – 51.2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2CE1EDA" w14:textId="77777777" w:rsidR="00462382" w:rsidRPr="000955C6" w:rsidRDefault="00462382" w:rsidP="00462382">
            <w:pPr>
              <w:pStyle w:val="Tabletext"/>
              <w:rPr>
                <w:lang w:val="en-US"/>
              </w:rPr>
            </w:pPr>
            <w:r w:rsidRPr="000955C6">
              <w:rPr>
                <w:lang w:val="en-US"/>
              </w:rPr>
              <w:t>36</w:t>
            </w:r>
          </w:p>
        </w:tc>
      </w:tr>
      <w:tr w:rsidR="00462382" w:rsidRPr="00446B34" w14:paraId="24689938" w14:textId="77777777" w:rsidTr="006555A5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3223275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1F6AF0A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FA5C1E9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89.9 - 133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450CF917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20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DBCB210" w14:textId="77777777" w:rsidR="00462382" w:rsidRPr="000955C6" w:rsidRDefault="00462382" w:rsidP="00462382">
            <w:pPr>
              <w:pStyle w:val="Tabletext"/>
              <w:rPr>
                <w:lang w:val="en-US"/>
              </w:rPr>
            </w:pPr>
            <w:r w:rsidRPr="000955C6">
              <w:rPr>
                <w:lang w:val="en-US"/>
              </w:rPr>
              <w:t>51.3 – 72.9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6B07C6F5" w14:textId="77777777" w:rsidR="00462382" w:rsidRPr="000955C6" w:rsidRDefault="00462382" w:rsidP="00462382">
            <w:pPr>
              <w:pStyle w:val="Tabletext"/>
              <w:rPr>
                <w:lang w:val="en-US"/>
              </w:rPr>
            </w:pPr>
            <w:r w:rsidRPr="000955C6">
              <w:rPr>
                <w:lang w:val="en-US"/>
              </w:rPr>
              <w:t>37</w:t>
            </w:r>
          </w:p>
        </w:tc>
      </w:tr>
      <w:tr w:rsidR="00462382" w:rsidRPr="00446B34" w14:paraId="4A49C25C" w14:textId="77777777" w:rsidTr="006555A5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BCAC8B1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D8215DB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528D2715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134 -198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0C213722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21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714CD968" w14:textId="77777777" w:rsidR="00462382" w:rsidRPr="000955C6" w:rsidRDefault="00462382" w:rsidP="00462382">
            <w:pPr>
              <w:pStyle w:val="Tabletext"/>
              <w:rPr>
                <w:lang w:val="en-US"/>
              </w:rPr>
            </w:pPr>
            <w:r w:rsidRPr="000955C6">
              <w:rPr>
                <w:lang w:val="en-US"/>
              </w:rPr>
              <w:t>73.0 - 103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C3D649E" w14:textId="77777777" w:rsidR="00462382" w:rsidRPr="000955C6" w:rsidRDefault="00462382" w:rsidP="00462382">
            <w:pPr>
              <w:pStyle w:val="Tabletext"/>
              <w:rPr>
                <w:lang w:val="en-US"/>
              </w:rPr>
            </w:pPr>
            <w:r w:rsidRPr="000955C6">
              <w:rPr>
                <w:lang w:val="en-US"/>
              </w:rPr>
              <w:t>38</w:t>
            </w:r>
          </w:p>
        </w:tc>
      </w:tr>
      <w:tr w:rsidR="00462382" w:rsidRPr="00446B34" w14:paraId="47D2BA04" w14:textId="77777777" w:rsidTr="006555A5">
        <w:trPr>
          <w:trHeight w:val="64"/>
        </w:trPr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AB22FC6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0DF6511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45352879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199 - 293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235E87FE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22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7C93F389" w14:textId="77777777" w:rsidR="00462382" w:rsidRPr="000955C6" w:rsidRDefault="00462382" w:rsidP="00462382">
            <w:pPr>
              <w:pStyle w:val="Tabletext"/>
              <w:rPr>
                <w:lang w:val="en-US"/>
              </w:rPr>
            </w:pPr>
            <w:r w:rsidRPr="000955C6">
              <w:rPr>
                <w:lang w:val="en-US"/>
              </w:rPr>
              <w:t>104 -147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2F2CDEC" w14:textId="77777777" w:rsidR="00462382" w:rsidRPr="000955C6" w:rsidRDefault="00462382" w:rsidP="00462382">
            <w:pPr>
              <w:pStyle w:val="Tabletext"/>
              <w:rPr>
                <w:lang w:val="en-US"/>
              </w:rPr>
            </w:pPr>
            <w:r w:rsidRPr="000955C6">
              <w:rPr>
                <w:lang w:val="en-US"/>
              </w:rPr>
              <w:t>39</w:t>
            </w:r>
          </w:p>
        </w:tc>
      </w:tr>
      <w:tr w:rsidR="00462382" w:rsidRPr="00446B34" w14:paraId="0F90DA18" w14:textId="77777777" w:rsidTr="006555A5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A36F8C7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9F2D584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3F60018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294 - 432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6F6E7C12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23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7C9AB931" w14:textId="77777777" w:rsidR="00462382" w:rsidRPr="000955C6" w:rsidRDefault="00462382" w:rsidP="00462382">
            <w:pPr>
              <w:pStyle w:val="Tabletext"/>
              <w:rPr>
                <w:lang w:val="en-US"/>
              </w:rPr>
            </w:pPr>
            <w:r w:rsidRPr="000955C6">
              <w:rPr>
                <w:lang w:val="en-US"/>
              </w:rPr>
              <w:t>148 - 209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6BF9A57" w14:textId="77777777" w:rsidR="00462382" w:rsidRPr="000955C6" w:rsidRDefault="00462382" w:rsidP="00462382">
            <w:pPr>
              <w:pStyle w:val="Tabletext"/>
              <w:rPr>
                <w:lang w:val="en-US"/>
              </w:rPr>
            </w:pPr>
            <w:r w:rsidRPr="000955C6">
              <w:rPr>
                <w:lang w:val="en-US"/>
              </w:rPr>
              <w:t>40</w:t>
            </w:r>
          </w:p>
        </w:tc>
      </w:tr>
      <w:tr w:rsidR="00462382" w:rsidRPr="00446B34" w14:paraId="7B7BBEFD" w14:textId="77777777" w:rsidTr="006555A5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30B8011" w14:textId="77777777" w:rsidR="00462382" w:rsidRPr="00446B34" w:rsidRDefault="00462382" w:rsidP="00462382">
            <w:pPr>
              <w:pStyle w:val="Tabletext"/>
              <w:rPr>
                <w:rFonts w:ascii="Arial" w:hAnsi="Arial"/>
                <w:lang w:val="de-DE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B3CF29B" w14:textId="77777777" w:rsidR="00462382" w:rsidRPr="00446B34" w:rsidRDefault="00462382" w:rsidP="00462382">
            <w:pPr>
              <w:pStyle w:val="Tabletext"/>
              <w:rPr>
                <w:rFonts w:ascii="Arial" w:hAnsi="Arial"/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5C33E366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433 - 634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4DA797A5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24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1717BBF" w14:textId="77777777" w:rsidR="00462382" w:rsidRPr="009126B6" w:rsidRDefault="00462382" w:rsidP="00462382">
            <w:pPr>
              <w:pStyle w:val="Tabletext"/>
              <w:rPr>
                <w:highlight w:val="yellow"/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69A509F4" w14:textId="77777777" w:rsidR="00462382" w:rsidRPr="009126B6" w:rsidRDefault="00462382" w:rsidP="00462382">
            <w:pPr>
              <w:pStyle w:val="Tabletext"/>
              <w:rPr>
                <w:highlight w:val="yellow"/>
                <w:lang w:val="en-US"/>
              </w:rPr>
            </w:pPr>
          </w:p>
        </w:tc>
      </w:tr>
      <w:tr w:rsidR="00462382" w:rsidRPr="00446B34" w14:paraId="7F16075F" w14:textId="77777777" w:rsidTr="006555A5">
        <w:tc>
          <w:tcPr>
            <w:tcW w:w="1276" w:type="dxa"/>
            <w:tcBorders>
              <w:top w:val="nil"/>
            </w:tcBorders>
            <w:vAlign w:val="center"/>
          </w:tcPr>
          <w:p w14:paraId="555AD896" w14:textId="77777777" w:rsidR="00462382" w:rsidRPr="00446B34" w:rsidRDefault="00462382" w:rsidP="00462382">
            <w:pPr>
              <w:pStyle w:val="Tabletext"/>
              <w:rPr>
                <w:rFonts w:ascii="Arial" w:hAnsi="Arial"/>
                <w:lang w:val="de-DE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1933C2E5" w14:textId="77777777" w:rsidR="00462382" w:rsidRPr="00446B34" w:rsidRDefault="00462382" w:rsidP="00462382">
            <w:pPr>
              <w:pStyle w:val="Tabletext"/>
              <w:rPr>
                <w:rFonts w:ascii="Arial" w:hAnsi="Arial"/>
                <w:lang w:val="en-US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71C87AD8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635 - 926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14:paraId="331D9E64" w14:textId="77777777" w:rsidR="00462382" w:rsidRPr="00446B34" w:rsidRDefault="00462382" w:rsidP="00462382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25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125227CA" w14:textId="77777777" w:rsidR="00462382" w:rsidRPr="009126B6" w:rsidRDefault="00462382" w:rsidP="00462382">
            <w:pPr>
              <w:pStyle w:val="Tabletext"/>
              <w:rPr>
                <w:highlight w:val="yellow"/>
                <w:lang w:val="en-US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74CD3277" w14:textId="77777777" w:rsidR="00462382" w:rsidRPr="009126B6" w:rsidRDefault="00462382" w:rsidP="00462382">
            <w:pPr>
              <w:pStyle w:val="Tabletext"/>
              <w:rPr>
                <w:highlight w:val="yellow"/>
                <w:lang w:val="en-US"/>
              </w:rPr>
            </w:pPr>
          </w:p>
        </w:tc>
      </w:tr>
    </w:tbl>
    <w:p w14:paraId="65D37A16" w14:textId="77777777" w:rsidR="00DE0DED" w:rsidRDefault="00DE0DED" w:rsidP="00462382">
      <w:pPr>
        <w:pStyle w:val="BodyText"/>
        <w:jc w:val="center"/>
        <w:rPr>
          <w:rFonts w:eastAsiaTheme="minorEastAsia"/>
          <w:sz w:val="24"/>
          <w:szCs w:val="24"/>
        </w:rPr>
      </w:pPr>
    </w:p>
    <w:p w14:paraId="7CFF9E57" w14:textId="77777777" w:rsidR="00DE0DED" w:rsidRDefault="00DE0DED" w:rsidP="00C95BE2">
      <w:pPr>
        <w:pStyle w:val="BodyText"/>
        <w:rPr>
          <w:rFonts w:eastAsiaTheme="minorEastAsia"/>
          <w:sz w:val="24"/>
          <w:szCs w:val="24"/>
        </w:rPr>
      </w:pPr>
    </w:p>
    <w:p w14:paraId="756A7593" w14:textId="1AE4E70F" w:rsidR="00462382" w:rsidRDefault="00462382">
      <w:pPr>
        <w:spacing w:after="200" w:line="276" w:lineRule="auto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br w:type="page"/>
      </w:r>
    </w:p>
    <w:p w14:paraId="5A80DB87" w14:textId="4F31A9AB" w:rsidR="00DE0DED" w:rsidRDefault="00462382" w:rsidP="00462382">
      <w:pPr>
        <w:pStyle w:val="AnnexAHead1"/>
        <w:rPr>
          <w:lang w:val="en-US"/>
        </w:rPr>
      </w:pPr>
      <w:r w:rsidRPr="00460D10">
        <w:rPr>
          <w:lang w:val="en-US"/>
        </w:rPr>
        <w:lastRenderedPageBreak/>
        <w:t>LUMINOUS RANGE FOR DAYTIME</w:t>
      </w:r>
    </w:p>
    <w:p w14:paraId="3F46F6F0" w14:textId="77777777" w:rsidR="00462382" w:rsidRPr="00462382" w:rsidRDefault="00462382" w:rsidP="00462382">
      <w:pPr>
        <w:pStyle w:val="Heading1separatationline"/>
      </w:pPr>
    </w:p>
    <w:p w14:paraId="78BF34EA" w14:textId="44FB5090" w:rsidR="00462382" w:rsidRDefault="00462382" w:rsidP="00C95BE2">
      <w:pPr>
        <w:pStyle w:val="BodyText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The chart is based on an</w:t>
      </w:r>
      <w:r w:rsidRPr="00B5643F">
        <w:rPr>
          <w:sz w:val="24"/>
          <w:szCs w:val="24"/>
        </w:rPr>
        <w:t xml:space="preserve"> illuminance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r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=1*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-3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lx</m:t>
        </m:r>
      </m:oMath>
      <w:r w:rsidRPr="00B5643F">
        <w:rPr>
          <w:sz w:val="24"/>
          <w:szCs w:val="24"/>
        </w:rPr>
        <w:t>.</w:t>
      </w:r>
    </w:p>
    <w:p w14:paraId="5A5DFF8D" w14:textId="0A1B83E4" w:rsidR="00462382" w:rsidRDefault="000E59A6" w:rsidP="00462382">
      <w:pPr>
        <w:pStyle w:val="BodyText"/>
        <w:jc w:val="center"/>
        <w:rPr>
          <w:rFonts w:eastAsiaTheme="minorEastAsia"/>
          <w:sz w:val="24"/>
          <w:szCs w:val="24"/>
        </w:rPr>
      </w:pPr>
      <w:r w:rsidRPr="009558EE">
        <w:rPr>
          <w:noProof/>
          <w:lang w:val="en-US"/>
        </w:rPr>
        <w:drawing>
          <wp:inline distT="0" distB="0" distL="0" distR="0" wp14:anchorId="5C9F7BE5" wp14:editId="6D60F7A0">
            <wp:extent cx="5400000" cy="6951600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695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219884" w14:textId="12096F84" w:rsidR="00462382" w:rsidRDefault="00462382" w:rsidP="002A76EF">
      <w:pPr>
        <w:pStyle w:val="Figurecaption"/>
        <w:jc w:val="center"/>
      </w:pPr>
      <w:r>
        <w:t>Luminous range diagram – day time</w:t>
      </w:r>
    </w:p>
    <w:p w14:paraId="102D7FEB" w14:textId="595B30D9" w:rsidR="00DE0DED" w:rsidRDefault="00462382" w:rsidP="00462382">
      <w:pPr>
        <w:pStyle w:val="BodyText"/>
      </w:pPr>
      <w:r w:rsidRPr="00462382">
        <w:rPr>
          <w:highlight w:val="yellow"/>
        </w:rPr>
        <w:t>COMMENT: Work to do for ENG5 remove auxiliary scale</w:t>
      </w:r>
    </w:p>
    <w:p w14:paraId="79B2BC61" w14:textId="58F1CAF3" w:rsidR="00D9346A" w:rsidRDefault="00D9346A">
      <w:pPr>
        <w:spacing w:after="200" w:line="276" w:lineRule="auto"/>
        <w:rPr>
          <w:sz w:val="22"/>
          <w:highlight w:val="yellow"/>
        </w:rPr>
      </w:pPr>
      <w:r>
        <w:rPr>
          <w:highlight w:val="yellow"/>
        </w:rPr>
        <w:br w:type="page"/>
      </w:r>
    </w:p>
    <w:p w14:paraId="4F03B3E7" w14:textId="244F50CE" w:rsidR="00D9346A" w:rsidRDefault="00A50027" w:rsidP="00A50027">
      <w:pPr>
        <w:pStyle w:val="Tablecaption"/>
        <w:jc w:val="center"/>
        <w:rPr>
          <w:lang w:val="en-US"/>
        </w:rPr>
      </w:pPr>
      <w:r w:rsidRPr="00446B34">
        <w:rPr>
          <w:lang w:val="en-US"/>
        </w:rPr>
        <w:lastRenderedPageBreak/>
        <w:t>Day time nominal range table (rounded off to the nearest nautical mile)</w:t>
      </w:r>
    </w:p>
    <w:tbl>
      <w:tblPr>
        <w:tblStyle w:val="TableGrid"/>
        <w:tblW w:w="9072" w:type="dxa"/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="00A50027" w:rsidRPr="00446B34" w14:paraId="6C4817C5" w14:textId="77777777" w:rsidTr="00A50027">
        <w:trPr>
          <w:trHeight w:val="567"/>
        </w:trPr>
        <w:tc>
          <w:tcPr>
            <w:tcW w:w="2268" w:type="dxa"/>
          </w:tcPr>
          <w:p w14:paraId="52623596" w14:textId="77777777" w:rsidR="00A50027" w:rsidRPr="00446B34" w:rsidRDefault="00A50027" w:rsidP="00A50027">
            <w:pPr>
              <w:pStyle w:val="Tableheading"/>
              <w:jc w:val="center"/>
            </w:pPr>
            <w:r w:rsidRPr="00446B34">
              <w:t>Luminous</w:t>
            </w:r>
          </w:p>
          <w:p w14:paraId="1CAEA1EC" w14:textId="77777777" w:rsidR="00A50027" w:rsidRPr="00446B34" w:rsidRDefault="00A50027" w:rsidP="00A50027">
            <w:pPr>
              <w:pStyle w:val="Tableheading"/>
              <w:jc w:val="center"/>
            </w:pPr>
            <w:r w:rsidRPr="00446B34">
              <w:t>intensity</w:t>
            </w:r>
          </w:p>
        </w:tc>
        <w:tc>
          <w:tcPr>
            <w:tcW w:w="2268" w:type="dxa"/>
          </w:tcPr>
          <w:p w14:paraId="728699D2" w14:textId="77777777" w:rsidR="00A50027" w:rsidRPr="00446B34" w:rsidRDefault="00A50027" w:rsidP="00A50027">
            <w:pPr>
              <w:pStyle w:val="Tableheading"/>
              <w:jc w:val="center"/>
            </w:pPr>
            <w:r w:rsidRPr="00446B34">
              <w:t>Nominal</w:t>
            </w:r>
          </w:p>
          <w:p w14:paraId="30C80B3F" w14:textId="77777777" w:rsidR="00A50027" w:rsidRPr="00446B34" w:rsidRDefault="00A50027" w:rsidP="00A50027">
            <w:pPr>
              <w:pStyle w:val="Tableheading"/>
              <w:jc w:val="center"/>
            </w:pPr>
            <w:r w:rsidRPr="00446B34">
              <w:t>range (rounded)</w:t>
            </w:r>
          </w:p>
        </w:tc>
        <w:tc>
          <w:tcPr>
            <w:tcW w:w="2268" w:type="dxa"/>
          </w:tcPr>
          <w:p w14:paraId="05643067" w14:textId="77777777" w:rsidR="00A50027" w:rsidRPr="00446B34" w:rsidRDefault="00A50027" w:rsidP="00A50027">
            <w:pPr>
              <w:pStyle w:val="Tableheading"/>
              <w:jc w:val="center"/>
            </w:pPr>
            <w:r w:rsidRPr="00446B34">
              <w:t>Luminous intensity</w:t>
            </w:r>
          </w:p>
          <w:p w14:paraId="6FA1A1F4" w14:textId="77777777" w:rsidR="00A50027" w:rsidRPr="00446B34" w:rsidRDefault="00A50027" w:rsidP="00A50027">
            <w:pPr>
              <w:pStyle w:val="Tableheading"/>
              <w:jc w:val="center"/>
            </w:pPr>
          </w:p>
        </w:tc>
        <w:tc>
          <w:tcPr>
            <w:tcW w:w="2268" w:type="dxa"/>
          </w:tcPr>
          <w:p w14:paraId="26CEF2DF" w14:textId="77777777" w:rsidR="00A50027" w:rsidRPr="00446B34" w:rsidRDefault="00A50027" w:rsidP="00A50027">
            <w:pPr>
              <w:pStyle w:val="Tableheading"/>
              <w:jc w:val="center"/>
            </w:pPr>
            <w:r w:rsidRPr="00446B34">
              <w:t>Nominal range (rounded)</w:t>
            </w:r>
          </w:p>
        </w:tc>
      </w:tr>
      <w:tr w:rsidR="00A50027" w:rsidRPr="00446B34" w14:paraId="1B41C4CA" w14:textId="77777777" w:rsidTr="00A50027">
        <w:trPr>
          <w:trHeight w:val="567"/>
        </w:trPr>
        <w:tc>
          <w:tcPr>
            <w:tcW w:w="2268" w:type="dxa"/>
            <w:tcBorders>
              <w:bottom w:val="single" w:sz="4" w:space="0" w:color="000000"/>
            </w:tcBorders>
          </w:tcPr>
          <w:p w14:paraId="24C4DAB4" w14:textId="77777777" w:rsidR="00A50027" w:rsidRPr="00446B34" w:rsidRDefault="00A50027" w:rsidP="00A50027">
            <w:pPr>
              <w:pStyle w:val="Tabletext"/>
              <w:rPr>
                <w:lang w:val="en-US"/>
              </w:rPr>
            </w:pPr>
            <w:proofErr w:type="spellStart"/>
            <w:r w:rsidRPr="00446B34">
              <w:rPr>
                <w:lang w:val="en-US"/>
              </w:rPr>
              <w:t>kilocandelas</w:t>
            </w:r>
            <w:proofErr w:type="spellEnd"/>
          </w:p>
          <w:p w14:paraId="2F06E1DD" w14:textId="77777777" w:rsidR="00A50027" w:rsidRPr="00446B34" w:rsidRDefault="00A50027" w:rsidP="00A50027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(10</w:t>
            </w:r>
            <w:r w:rsidRPr="00446B34">
              <w:rPr>
                <w:vertAlign w:val="superscript"/>
                <w:lang w:val="en-US"/>
              </w:rPr>
              <w:t>3</w:t>
            </w:r>
            <w:r w:rsidRPr="00446B34">
              <w:rPr>
                <w:lang w:val="en-US"/>
              </w:rPr>
              <w:t xml:space="preserve"> cd)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3613B726" w14:textId="77777777" w:rsidR="00A50027" w:rsidRPr="00446B34" w:rsidRDefault="00A50027" w:rsidP="00A50027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nautical miles (M)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2D65FACE" w14:textId="77777777" w:rsidR="00A50027" w:rsidRPr="00446B34" w:rsidRDefault="00A50027" w:rsidP="00A50027">
            <w:pPr>
              <w:pStyle w:val="Tabletext"/>
              <w:rPr>
                <w:lang w:val="en-US"/>
              </w:rPr>
            </w:pPr>
            <w:proofErr w:type="spellStart"/>
            <w:r w:rsidRPr="00446B34">
              <w:rPr>
                <w:lang w:val="en-US"/>
              </w:rPr>
              <w:t>Megacandelas</w:t>
            </w:r>
            <w:proofErr w:type="spellEnd"/>
          </w:p>
          <w:p w14:paraId="3C538E0C" w14:textId="77777777" w:rsidR="00A50027" w:rsidRPr="00446B34" w:rsidRDefault="00A50027" w:rsidP="00A50027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(10</w:t>
            </w:r>
            <w:r w:rsidRPr="00446B34">
              <w:rPr>
                <w:vertAlign w:val="superscript"/>
                <w:lang w:val="en-US"/>
              </w:rPr>
              <w:t>6</w:t>
            </w:r>
            <w:r w:rsidRPr="00446B34">
              <w:rPr>
                <w:lang w:val="en-US"/>
              </w:rPr>
              <w:t xml:space="preserve"> cd)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6C7D3AB3" w14:textId="77777777" w:rsidR="00A50027" w:rsidRPr="00446B34" w:rsidRDefault="00A50027" w:rsidP="00A50027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nautical miles (M)</w:t>
            </w:r>
          </w:p>
        </w:tc>
      </w:tr>
      <w:tr w:rsidR="00A50027" w:rsidRPr="00446B34" w14:paraId="5F1904E0" w14:textId="77777777" w:rsidTr="00A50027">
        <w:trPr>
          <w:trHeight w:val="340"/>
        </w:trPr>
        <w:tc>
          <w:tcPr>
            <w:tcW w:w="2268" w:type="dxa"/>
            <w:tcBorders>
              <w:bottom w:val="nil"/>
            </w:tcBorders>
          </w:tcPr>
          <w:p w14:paraId="45273241" w14:textId="77777777" w:rsidR="00A50027" w:rsidRPr="00446B34" w:rsidRDefault="00A50027" w:rsidP="00A50027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1 – 12.0</w:t>
            </w:r>
          </w:p>
        </w:tc>
        <w:tc>
          <w:tcPr>
            <w:tcW w:w="2268" w:type="dxa"/>
            <w:tcBorders>
              <w:bottom w:val="nil"/>
            </w:tcBorders>
          </w:tcPr>
          <w:p w14:paraId="0BBFBC49" w14:textId="77777777" w:rsidR="00A50027" w:rsidRPr="00446B34" w:rsidRDefault="00A50027" w:rsidP="00A50027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1</w:t>
            </w:r>
          </w:p>
        </w:tc>
        <w:tc>
          <w:tcPr>
            <w:tcW w:w="2268" w:type="dxa"/>
            <w:tcBorders>
              <w:bottom w:val="nil"/>
            </w:tcBorders>
          </w:tcPr>
          <w:p w14:paraId="55A6F9BC" w14:textId="77777777" w:rsidR="00A50027" w:rsidRPr="00446B34" w:rsidRDefault="00A50027" w:rsidP="00A50027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1.02 – 1.82</w:t>
            </w:r>
          </w:p>
        </w:tc>
        <w:tc>
          <w:tcPr>
            <w:tcW w:w="2268" w:type="dxa"/>
            <w:tcBorders>
              <w:bottom w:val="nil"/>
            </w:tcBorders>
          </w:tcPr>
          <w:p w14:paraId="01C78A80" w14:textId="77777777" w:rsidR="00A50027" w:rsidRPr="00446B34" w:rsidRDefault="00A50027" w:rsidP="00A50027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7</w:t>
            </w:r>
          </w:p>
        </w:tc>
      </w:tr>
      <w:tr w:rsidR="00A50027" w:rsidRPr="00446B34" w14:paraId="4DAE6C72" w14:textId="77777777" w:rsidTr="00A50027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5DDCDDF1" w14:textId="77777777" w:rsidR="00A50027" w:rsidRPr="00446B34" w:rsidRDefault="00A50027" w:rsidP="00A50027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12.1 – 45.3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D3B4BDA" w14:textId="77777777" w:rsidR="00A50027" w:rsidRPr="00446B34" w:rsidRDefault="00A50027" w:rsidP="00A50027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2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6D9DA36" w14:textId="77777777" w:rsidR="00A50027" w:rsidRPr="00446B34" w:rsidRDefault="00A50027" w:rsidP="00A50027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1.83 – 3.16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E9538BC" w14:textId="77777777" w:rsidR="00A50027" w:rsidRPr="00446B34" w:rsidRDefault="00A50027" w:rsidP="00A50027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8</w:t>
            </w:r>
          </w:p>
        </w:tc>
      </w:tr>
      <w:tr w:rsidR="00A50027" w:rsidRPr="00446B34" w14:paraId="3800BA8A" w14:textId="77777777" w:rsidTr="00A50027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37833DB0" w14:textId="77777777" w:rsidR="00A50027" w:rsidRPr="00446B34" w:rsidRDefault="00A50027" w:rsidP="00A50027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45.4 – 119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0E24E79" w14:textId="77777777" w:rsidR="00A50027" w:rsidRPr="00446B34" w:rsidRDefault="00A50027" w:rsidP="00A50027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3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4E94103" w14:textId="77777777" w:rsidR="00A50027" w:rsidRPr="00446B34" w:rsidRDefault="00A50027" w:rsidP="00A50027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3.17 – 5.32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36FEDC0" w14:textId="77777777" w:rsidR="00A50027" w:rsidRPr="00446B34" w:rsidRDefault="00A50027" w:rsidP="00A50027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9</w:t>
            </w:r>
          </w:p>
        </w:tc>
      </w:tr>
      <w:tr w:rsidR="00A50027" w:rsidRPr="00446B34" w14:paraId="659A885D" w14:textId="77777777" w:rsidTr="00A50027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0F01072B" w14:textId="77777777" w:rsidR="00A50027" w:rsidRPr="00446B34" w:rsidRDefault="00A50027" w:rsidP="00A50027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120 – 267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57CB797" w14:textId="77777777" w:rsidR="00A50027" w:rsidRPr="00446B34" w:rsidRDefault="00A50027" w:rsidP="00A50027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4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C9BF3D3" w14:textId="77777777" w:rsidR="00A50027" w:rsidRPr="00446B34" w:rsidRDefault="00A50027" w:rsidP="00A50027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5.33 – 8.78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5E5A291" w14:textId="77777777" w:rsidR="00A50027" w:rsidRPr="00446B34" w:rsidRDefault="00A50027" w:rsidP="00A50027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10</w:t>
            </w:r>
          </w:p>
        </w:tc>
      </w:tr>
      <w:tr w:rsidR="00A50027" w:rsidRPr="00446B34" w14:paraId="669233B6" w14:textId="77777777" w:rsidTr="00A50027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746E4301" w14:textId="77777777" w:rsidR="00A50027" w:rsidRPr="00446B34" w:rsidRDefault="00A50027" w:rsidP="00A50027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268 – 538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50D7ACB" w14:textId="77777777" w:rsidR="00A50027" w:rsidRPr="00446B34" w:rsidRDefault="00A50027" w:rsidP="00A50027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5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12C9A49" w14:textId="77777777" w:rsidR="00A50027" w:rsidRPr="00446B34" w:rsidRDefault="00A50027" w:rsidP="00A50027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8.79 – 14.2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727A283" w14:textId="77777777" w:rsidR="00A50027" w:rsidRPr="00446B34" w:rsidRDefault="00A50027" w:rsidP="00A50027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11</w:t>
            </w:r>
          </w:p>
        </w:tc>
      </w:tr>
      <w:tr w:rsidR="00A50027" w:rsidRPr="00446B34" w14:paraId="0499F7C3" w14:textId="77777777" w:rsidTr="00A50027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11D6A8D5" w14:textId="77777777" w:rsidR="00A50027" w:rsidRPr="00446B34" w:rsidRDefault="00A50027" w:rsidP="00A50027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539 – 1010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317B371" w14:textId="77777777" w:rsidR="00A50027" w:rsidRPr="00446B34" w:rsidRDefault="00A50027" w:rsidP="00A50027">
            <w:pPr>
              <w:pStyle w:val="Tabletext"/>
              <w:rPr>
                <w:lang w:val="en-US"/>
              </w:rPr>
            </w:pPr>
            <w:r w:rsidRPr="00446B34">
              <w:rPr>
                <w:lang w:val="en-US"/>
              </w:rPr>
              <w:t>6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F4BDB80" w14:textId="77777777" w:rsidR="00A50027" w:rsidRPr="00DB5CA5" w:rsidRDefault="00A50027" w:rsidP="00A50027">
            <w:pPr>
              <w:pStyle w:val="Tabletext"/>
              <w:rPr>
                <w:lang w:val="en-US"/>
              </w:rPr>
            </w:pPr>
            <w:r w:rsidRPr="00DB5CA5">
              <w:rPr>
                <w:lang w:val="en-US"/>
              </w:rPr>
              <w:t>14.3 – 22.6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C30BB9B" w14:textId="77777777" w:rsidR="00A50027" w:rsidRPr="00DB5CA5" w:rsidRDefault="00A50027" w:rsidP="00A50027">
            <w:pPr>
              <w:pStyle w:val="Tabletext"/>
              <w:rPr>
                <w:lang w:val="en-US"/>
              </w:rPr>
            </w:pPr>
            <w:r w:rsidRPr="00DB5CA5">
              <w:rPr>
                <w:lang w:val="en-US"/>
              </w:rPr>
              <w:t>12</w:t>
            </w:r>
          </w:p>
        </w:tc>
      </w:tr>
      <w:tr w:rsidR="00A50027" w:rsidRPr="00446B34" w14:paraId="075D0D69" w14:textId="77777777" w:rsidTr="00A50027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21C2AE23" w14:textId="77777777" w:rsidR="00A50027" w:rsidRPr="00446B34" w:rsidRDefault="00A50027" w:rsidP="00A50027">
            <w:pPr>
              <w:pStyle w:val="Tabletext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49F3454" w14:textId="77777777" w:rsidR="00A50027" w:rsidRPr="00446B34" w:rsidRDefault="00A50027" w:rsidP="00A50027">
            <w:pPr>
              <w:pStyle w:val="Tabletext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AA75C86" w14:textId="77777777" w:rsidR="00A50027" w:rsidRPr="00DB5CA5" w:rsidRDefault="00A50027" w:rsidP="00A50027">
            <w:pPr>
              <w:pStyle w:val="Tabletext"/>
              <w:rPr>
                <w:lang w:val="en-US"/>
              </w:rPr>
            </w:pPr>
            <w:r w:rsidRPr="00DB5CA5">
              <w:rPr>
                <w:lang w:val="en-US"/>
              </w:rPr>
              <w:t>22.7 – 35.6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1954AA2" w14:textId="77777777" w:rsidR="00A50027" w:rsidRPr="00DB5CA5" w:rsidRDefault="00A50027" w:rsidP="00A50027">
            <w:pPr>
              <w:pStyle w:val="Tabletext"/>
              <w:rPr>
                <w:lang w:val="en-US"/>
              </w:rPr>
            </w:pPr>
            <w:r w:rsidRPr="00DB5CA5">
              <w:rPr>
                <w:lang w:val="en-US"/>
              </w:rPr>
              <w:t>13</w:t>
            </w:r>
          </w:p>
        </w:tc>
      </w:tr>
      <w:tr w:rsidR="00A50027" w:rsidRPr="00446B34" w14:paraId="40207D3A" w14:textId="77777777" w:rsidTr="00A50027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17D81FA2" w14:textId="77777777" w:rsidR="00A50027" w:rsidRPr="00446B34" w:rsidRDefault="00A50027" w:rsidP="00A50027">
            <w:pPr>
              <w:pStyle w:val="Tabletext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9423CF4" w14:textId="77777777" w:rsidR="00A50027" w:rsidRPr="00446B34" w:rsidRDefault="00A50027" w:rsidP="00A50027">
            <w:pPr>
              <w:pStyle w:val="Tabletext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D2931D5" w14:textId="77777777" w:rsidR="00A50027" w:rsidRPr="00DB5CA5" w:rsidRDefault="00A50027" w:rsidP="00A50027">
            <w:pPr>
              <w:pStyle w:val="Tabletext"/>
              <w:rPr>
                <w:lang w:val="en-US"/>
              </w:rPr>
            </w:pPr>
            <w:r w:rsidRPr="00DB5CA5">
              <w:rPr>
                <w:lang w:val="en-US"/>
              </w:rPr>
              <w:t>35.7 – 55.5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069A660" w14:textId="77777777" w:rsidR="00A50027" w:rsidRPr="00DB5CA5" w:rsidRDefault="00A50027" w:rsidP="00A50027">
            <w:pPr>
              <w:pStyle w:val="Tabletext"/>
              <w:rPr>
                <w:lang w:val="en-US"/>
              </w:rPr>
            </w:pPr>
            <w:r w:rsidRPr="00DB5CA5">
              <w:rPr>
                <w:lang w:val="en-US"/>
              </w:rPr>
              <w:t>14</w:t>
            </w:r>
          </w:p>
        </w:tc>
      </w:tr>
      <w:tr w:rsidR="00A50027" w:rsidRPr="00446B34" w14:paraId="78D5B943" w14:textId="77777777" w:rsidTr="00A50027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3970F76F" w14:textId="77777777" w:rsidR="00A50027" w:rsidRPr="00446B34" w:rsidRDefault="00A50027" w:rsidP="00A50027">
            <w:pPr>
              <w:pStyle w:val="Tabletext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DD11D3D" w14:textId="77777777" w:rsidR="00A50027" w:rsidRPr="00446B34" w:rsidRDefault="00A50027" w:rsidP="00A50027">
            <w:pPr>
              <w:pStyle w:val="Tabletext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A5B84AE" w14:textId="77777777" w:rsidR="00A50027" w:rsidRPr="00DB5CA5" w:rsidRDefault="00A50027" w:rsidP="00A50027">
            <w:pPr>
              <w:pStyle w:val="Tabletext"/>
              <w:rPr>
                <w:lang w:val="en-US"/>
              </w:rPr>
            </w:pPr>
            <w:r w:rsidRPr="00DB5CA5">
              <w:rPr>
                <w:lang w:val="en-US"/>
              </w:rPr>
              <w:t>55.6 – 85.6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3FDC0AE" w14:textId="77777777" w:rsidR="00A50027" w:rsidRPr="00DB5CA5" w:rsidRDefault="00A50027" w:rsidP="00A50027">
            <w:pPr>
              <w:pStyle w:val="Tabletext"/>
              <w:rPr>
                <w:lang w:val="en-US"/>
              </w:rPr>
            </w:pPr>
            <w:r w:rsidRPr="00DB5CA5">
              <w:rPr>
                <w:lang w:val="en-US"/>
              </w:rPr>
              <w:t>15</w:t>
            </w:r>
          </w:p>
        </w:tc>
      </w:tr>
      <w:tr w:rsidR="00A50027" w:rsidRPr="00446B34" w14:paraId="2E81A012" w14:textId="77777777" w:rsidTr="00A50027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3A312851" w14:textId="77777777" w:rsidR="00A50027" w:rsidRPr="00446B34" w:rsidRDefault="00A50027" w:rsidP="00A50027">
            <w:pPr>
              <w:pStyle w:val="Tabletext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AE47156" w14:textId="77777777" w:rsidR="00A50027" w:rsidRPr="00446B34" w:rsidRDefault="00A50027" w:rsidP="00A50027">
            <w:pPr>
              <w:pStyle w:val="Tabletext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8DCB5C6" w14:textId="77777777" w:rsidR="00A50027" w:rsidRPr="00DB5CA5" w:rsidRDefault="00A50027" w:rsidP="00A50027">
            <w:pPr>
              <w:pStyle w:val="Tabletext"/>
              <w:rPr>
                <w:lang w:val="en-US"/>
              </w:rPr>
            </w:pPr>
            <w:r w:rsidRPr="00DB5CA5">
              <w:rPr>
                <w:lang w:val="en-US"/>
              </w:rPr>
              <w:t>85.7 – 130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6365C59" w14:textId="77777777" w:rsidR="00A50027" w:rsidRPr="00DB5CA5" w:rsidRDefault="00A50027" w:rsidP="00A50027">
            <w:pPr>
              <w:pStyle w:val="Tabletext"/>
              <w:rPr>
                <w:lang w:val="en-US"/>
              </w:rPr>
            </w:pPr>
            <w:r w:rsidRPr="00DB5CA5">
              <w:rPr>
                <w:lang w:val="en-US"/>
              </w:rPr>
              <w:t>16</w:t>
            </w:r>
          </w:p>
        </w:tc>
      </w:tr>
      <w:tr w:rsidR="00A50027" w:rsidRPr="00446B34" w14:paraId="20B770F3" w14:textId="77777777" w:rsidTr="00A50027">
        <w:trPr>
          <w:trHeight w:val="340"/>
        </w:trPr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3DE68EEF" w14:textId="77777777" w:rsidR="00A50027" w:rsidRPr="00446B34" w:rsidRDefault="00A50027" w:rsidP="00A50027">
            <w:pPr>
              <w:pStyle w:val="Tabletext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510629BC" w14:textId="77777777" w:rsidR="00A50027" w:rsidRPr="00446B34" w:rsidRDefault="00A50027" w:rsidP="00A50027">
            <w:pPr>
              <w:pStyle w:val="Tabletext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747BF300" w14:textId="77777777" w:rsidR="00A50027" w:rsidRPr="00DB5CA5" w:rsidRDefault="00A50027" w:rsidP="00A50027">
            <w:pPr>
              <w:pStyle w:val="Tabletext"/>
              <w:rPr>
                <w:lang w:val="en-US"/>
              </w:rPr>
            </w:pPr>
            <w:r w:rsidRPr="00DB5CA5">
              <w:rPr>
                <w:lang w:val="en-US"/>
              </w:rPr>
              <w:t>131 – 198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522641CF" w14:textId="77777777" w:rsidR="00A50027" w:rsidRPr="00DB5CA5" w:rsidRDefault="00A50027" w:rsidP="00A50027">
            <w:pPr>
              <w:pStyle w:val="Tabletext"/>
              <w:rPr>
                <w:lang w:val="en-US"/>
              </w:rPr>
            </w:pPr>
            <w:r w:rsidRPr="00DB5CA5">
              <w:rPr>
                <w:lang w:val="en-US"/>
              </w:rPr>
              <w:t>17</w:t>
            </w:r>
          </w:p>
        </w:tc>
      </w:tr>
    </w:tbl>
    <w:p w14:paraId="11DBA8E9" w14:textId="77777777" w:rsidR="00A50027" w:rsidRDefault="00A50027" w:rsidP="00A50027">
      <w:pPr>
        <w:pStyle w:val="BodyText"/>
        <w:jc w:val="center"/>
      </w:pPr>
    </w:p>
    <w:p w14:paraId="32EB9D5B" w14:textId="77777777" w:rsidR="00A50027" w:rsidRDefault="00A50027" w:rsidP="00A50027">
      <w:pPr>
        <w:pStyle w:val="BodyText"/>
      </w:pPr>
    </w:p>
    <w:p w14:paraId="14007411" w14:textId="77777777" w:rsidR="00A50027" w:rsidRDefault="00A50027" w:rsidP="00A50027">
      <w:pPr>
        <w:pStyle w:val="BodyText"/>
      </w:pPr>
    </w:p>
    <w:p w14:paraId="70717901" w14:textId="77777777" w:rsidR="00A50027" w:rsidRDefault="00A50027" w:rsidP="00A50027">
      <w:pPr>
        <w:pStyle w:val="BodyText"/>
      </w:pPr>
    </w:p>
    <w:p w14:paraId="4C3C0A7B" w14:textId="77777777" w:rsidR="00A50027" w:rsidRPr="00A50027" w:rsidRDefault="00A50027" w:rsidP="00A50027">
      <w:pPr>
        <w:pStyle w:val="BodyText"/>
      </w:pPr>
    </w:p>
    <w:sectPr w:rsidR="00A50027" w:rsidRPr="00A50027" w:rsidSect="0083218D">
      <w:headerReference w:type="even" r:id="rId22"/>
      <w:headerReference w:type="default" r:id="rId23"/>
      <w:headerReference w:type="first" r:id="rId24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Michael Hadley" w:date="2016-02-07T14:36:00Z" w:initials="MH">
    <w:p w14:paraId="785A3553" w14:textId="77777777" w:rsidR="00111E0A" w:rsidRDefault="00111E0A">
      <w:pPr>
        <w:pStyle w:val="CommentText"/>
      </w:pPr>
      <w:r>
        <w:rPr>
          <w:rStyle w:val="CommentReference"/>
        </w:rPr>
        <w:annotationRef/>
      </w:r>
      <w:r>
        <w:t>Insert reference</w:t>
      </w:r>
    </w:p>
  </w:comment>
  <w:comment w:id="1" w:author="Michael Hadley" w:date="2016-02-10T14:32:00Z" w:initials="MH">
    <w:p w14:paraId="5B6E7314" w14:textId="77777777" w:rsidR="005378B8" w:rsidRDefault="005378B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DF68EA">
        <w:rPr>
          <w:rStyle w:val="CommentReference"/>
        </w:rPr>
        <w:t>Insert date</w:t>
      </w:r>
      <w:r w:rsidR="00B9212C">
        <w:rPr>
          <w:rStyle w:val="CommentReference"/>
        </w:rPr>
        <w:t xml:space="preserve"> approved by Council</w:t>
      </w:r>
      <w:r w:rsidR="00FB6A3D">
        <w:rPr>
          <w:rStyle w:val="CommentReference"/>
        </w:rPr>
        <w:t xml:space="preserve"> (Month Year)</w:t>
      </w:r>
    </w:p>
  </w:comment>
  <w:comment w:id="3" w:author="Michael Hadley" w:date="2016-05-11T15:33:00Z" w:initials="MH">
    <w:p w14:paraId="3741B89B" w14:textId="77777777" w:rsidR="00166C2E" w:rsidRDefault="00166C2E" w:rsidP="00166C2E">
      <w:pPr>
        <w:pStyle w:val="CommentText"/>
      </w:pPr>
      <w:r>
        <w:rPr>
          <w:rStyle w:val="CommentReference"/>
        </w:rPr>
        <w:annotationRef/>
      </w:r>
      <w:r>
        <w:t>All IALA documents are to be in UK English.</w:t>
      </w:r>
    </w:p>
    <w:p w14:paraId="6F53F330" w14:textId="77777777" w:rsidR="00166C2E" w:rsidRDefault="00166C2E" w:rsidP="00166C2E">
      <w:pPr>
        <w:pStyle w:val="CommentText"/>
      </w:pPr>
      <w:r>
        <w:t>No additional styles are to be introduced without approval from IALA (</w:t>
      </w:r>
      <w:proofErr w:type="spellStart"/>
      <w:r>
        <w:t>p.o.c</w:t>
      </w:r>
      <w:proofErr w:type="spellEnd"/>
      <w:r>
        <w:t>. Marie-</w:t>
      </w:r>
      <w:proofErr w:type="spellStart"/>
      <w:r>
        <w:t>Hèléne</w:t>
      </w:r>
      <w:proofErr w:type="spellEnd"/>
      <w:r>
        <w:t xml:space="preserve"> </w:t>
      </w:r>
      <w:proofErr w:type="spellStart"/>
      <w:r>
        <w:t>Grillet</w:t>
      </w:r>
      <w:proofErr w:type="spellEnd"/>
      <w:r>
        <w:t xml:space="preserve"> </w:t>
      </w:r>
      <w:hyperlink r:id="rId1" w:history="1">
        <w:r w:rsidRPr="00D8388E">
          <w:rPr>
            <w:rStyle w:val="Hyperlink"/>
            <w:rFonts w:ascii="Arial" w:hAnsi="Arial" w:cs="Arial"/>
            <w:lang w:val="en-US"/>
          </w:rPr>
          <w:t>marie-helene.grillet@iala-aism.org</w:t>
        </w:r>
      </w:hyperlink>
      <w:r>
        <w:t xml:space="preserve"> )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85A3553" w15:done="0"/>
  <w15:commentEx w15:paraId="5B6E7314" w15:done="0"/>
  <w15:commentEx w15:paraId="6F53F330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76E1CC" w14:textId="77777777" w:rsidR="00C37C05" w:rsidRDefault="00C37C05" w:rsidP="003274DB">
      <w:r>
        <w:separator/>
      </w:r>
    </w:p>
    <w:p w14:paraId="3DC1474B" w14:textId="77777777" w:rsidR="00C37C05" w:rsidRDefault="00C37C05"/>
  </w:endnote>
  <w:endnote w:type="continuationSeparator" w:id="0">
    <w:p w14:paraId="2F6BA063" w14:textId="77777777" w:rsidR="00C37C05" w:rsidRDefault="00C37C05" w:rsidP="003274DB">
      <w:r>
        <w:continuationSeparator/>
      </w:r>
    </w:p>
    <w:p w14:paraId="4EF4C277" w14:textId="77777777" w:rsidR="00C37C05" w:rsidRDefault="00C37C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1505DD67" w14:textId="77777777" w:rsidR="00C95BE2" w:rsidRDefault="00C95BE2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B4C9E00" w14:textId="77777777" w:rsidR="002E4993" w:rsidRDefault="002E4993" w:rsidP="008747E0">
    <w:pPr>
      <w:pStyle w:val="Foot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AB87E09" wp14:editId="62C7E76C">
              <wp:simplePos x="0" y="0"/>
              <wp:positionH relativeFrom="page">
                <wp:posOffset>215900</wp:posOffset>
              </wp:positionH>
              <wp:positionV relativeFrom="page">
                <wp:posOffset>9249410</wp:posOffset>
              </wp:positionV>
              <wp:extent cx="7128000" cy="0"/>
              <wp:effectExtent l="0" t="0" r="15875" b="1905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B5E74E" id="Connecteur droit 11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7pt,728.3pt" to="578.25pt,728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" strokecolor="#00558c [3204]" strokeweight="1pt">
              <w10:wrap anchorx="page" anchory="page"/>
            </v:line>
          </w:pict>
        </mc:Fallback>
      </mc:AlternateContent>
    </w:r>
  </w:p>
  <w:p w14:paraId="755659D6" w14:textId="77777777" w:rsidR="002E4993" w:rsidRPr="00ED2A8D" w:rsidRDefault="002E4993" w:rsidP="008747E0">
    <w:pPr>
      <w:pStyle w:val="Footer"/>
    </w:pPr>
    <w:r w:rsidRPr="00442889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2A06175E" wp14:editId="46BB31A9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6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CC1600E" w14:textId="77777777" w:rsidR="002E4993" w:rsidRPr="00ED2A8D" w:rsidRDefault="002E4993" w:rsidP="008747E0">
    <w:pPr>
      <w:pStyle w:val="Footer"/>
    </w:pPr>
  </w:p>
  <w:p w14:paraId="718EAF8E" w14:textId="77777777" w:rsidR="002E4993" w:rsidRPr="00ED2A8D" w:rsidRDefault="002E4993" w:rsidP="008747E0">
    <w:pPr>
      <w:pStyle w:val="Footer"/>
    </w:pPr>
  </w:p>
  <w:p w14:paraId="09F1DCD1" w14:textId="77777777" w:rsidR="002E4993" w:rsidRPr="00ED2A8D" w:rsidRDefault="002E4993" w:rsidP="008747E0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C7995D6" w14:textId="77777777" w:rsidR="00C95BE2" w:rsidRDefault="00C95BE2">
    <w:pPr>
      <w:pStyle w:val="Footer"/>
    </w:pP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1E582EC" w14:textId="77777777" w:rsidR="007A72CF" w:rsidRPr="007A72CF" w:rsidRDefault="007A72CF" w:rsidP="007A72CF">
    <w:pPr>
      <w:pStyle w:val="Footer"/>
      <w:rPr>
        <w:sz w:val="15"/>
        <w:szCs w:val="15"/>
      </w:rPr>
    </w:pPr>
  </w:p>
  <w:p w14:paraId="4CDC6F1A" w14:textId="77777777" w:rsidR="007A72CF" w:rsidRDefault="007A72CF" w:rsidP="007A72CF">
    <w:pPr>
      <w:pStyle w:val="Footerportrait"/>
    </w:pPr>
  </w:p>
  <w:p w14:paraId="3F9F0A58" w14:textId="77777777" w:rsidR="007A72CF" w:rsidRPr="007A72CF" w:rsidRDefault="00EF3E33" w:rsidP="007A72CF">
    <w:pPr>
      <w:pStyle w:val="Footerportrait"/>
      <w:rPr>
        <w:rStyle w:val="PageNumber"/>
      </w:rPr>
    </w:pPr>
    <w:fldSimple w:instr=" STYLEREF &quot;Document type&quot; \* MERGEFORMAT ">
      <w:r w:rsidR="00925CBA">
        <w:t>IALA RECOMMENDATION</w:t>
      </w:r>
    </w:fldSimple>
    <w:r w:rsidR="007A72CF">
      <w:t xml:space="preserve"> </w:t>
    </w:r>
    <w:r w:rsidR="00C37C05">
      <w:fldChar w:fldCharType="begin"/>
    </w:r>
    <w:r w:rsidR="00C37C05">
      <w:instrText xml:space="preserve"> STYLEREF "Document number" \* MERGEFORMAT </w:instrText>
    </w:r>
    <w:r w:rsidR="00C37C05">
      <w:fldChar w:fldCharType="separate"/>
    </w:r>
    <w:r w:rsidR="00925CBA">
      <w:t>Document reference</w:t>
    </w:r>
    <w:r w:rsidR="00C37C05">
      <w:fldChar w:fldCharType="end"/>
    </w:r>
    <w:r w:rsidR="00564664">
      <w:t xml:space="preserve"> </w:t>
    </w:r>
    <w:fldSimple w:instr=" STYLEREF &quot;Document name&quot; \* MERGEFORMAT ">
      <w:r w:rsidR="00925CBA">
        <w:t>Marine Signal Lights - Calculation, Definition and Notation of Luminous Range</w:t>
      </w:r>
    </w:fldSimple>
    <w:r w:rsidR="007A72CF">
      <w:tab/>
    </w:r>
  </w:p>
  <w:p w14:paraId="535C99E6" w14:textId="77777777" w:rsidR="008608A4" w:rsidRDefault="00C37C05" w:rsidP="007A72CF">
    <w:pPr>
      <w:pStyle w:val="Footerportrait"/>
    </w:pPr>
    <w:r>
      <w:fldChar w:fldCharType="begin"/>
    </w:r>
    <w:r>
      <w:instrText xml:space="preserve"> STYLEREF "Edition number" \* MERGEFORMAT </w:instrText>
    </w:r>
    <w:r>
      <w:fldChar w:fldCharType="separate"/>
    </w:r>
    <w:r w:rsidR="00925CBA">
      <w:t>Edition 1.0</w:t>
    </w:r>
    <w:r>
      <w:fldChar w:fldCharType="end"/>
    </w:r>
    <w:r w:rsidR="007A72CF">
      <w:t xml:space="preserve"> </w:t>
    </w:r>
    <w:r>
      <w:fldChar w:fldCharType="begin"/>
    </w:r>
    <w:r>
      <w:instrText xml:space="preserve"> STYLEREF "Document date" \* MERGEFORMAT </w:instrText>
    </w:r>
    <w:r>
      <w:fldChar w:fldCharType="separate"/>
    </w:r>
    <w:r w:rsidR="00925CBA">
      <w:t>Document date</w:t>
    </w:r>
    <w:r>
      <w:fldChar w:fldCharType="end"/>
    </w:r>
    <w:r w:rsidR="007A72CF">
      <w:tab/>
    </w:r>
    <w:r w:rsidR="007A72CF" w:rsidRPr="007A72CF">
      <w:t xml:space="preserve">P </w:t>
    </w:r>
    <w:r w:rsidR="007A72CF" w:rsidRPr="007A72CF">
      <w:fldChar w:fldCharType="begin"/>
    </w:r>
    <w:r w:rsidR="007A72CF" w:rsidRPr="007A72CF">
      <w:instrText xml:space="preserve">PAGE  </w:instrText>
    </w:r>
    <w:r w:rsidR="007A72CF" w:rsidRPr="007A72CF">
      <w:fldChar w:fldCharType="separate"/>
    </w:r>
    <w:r w:rsidR="00925CBA">
      <w:t>8</w:t>
    </w:r>
    <w:r w:rsidR="007A72CF" w:rsidRPr="007A72CF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453214" w14:textId="77777777" w:rsidR="00C37C05" w:rsidRDefault="00C37C05" w:rsidP="003274DB">
      <w:r>
        <w:separator/>
      </w:r>
    </w:p>
    <w:p w14:paraId="759F044D" w14:textId="77777777" w:rsidR="00C37C05" w:rsidRDefault="00C37C05"/>
  </w:footnote>
  <w:footnote w:type="continuationSeparator" w:id="0">
    <w:p w14:paraId="51848A79" w14:textId="77777777" w:rsidR="00C37C05" w:rsidRDefault="00C37C05" w:rsidP="003274DB">
      <w:r>
        <w:continuationSeparator/>
      </w:r>
    </w:p>
    <w:p w14:paraId="64C12630" w14:textId="77777777" w:rsidR="00C37C05" w:rsidRDefault="00C37C05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025181D" w14:textId="5F059580" w:rsidR="00C95BE2" w:rsidRDefault="00C37C05">
    <w:pPr>
      <w:pStyle w:val="Header"/>
    </w:pPr>
    <w:r>
      <w:rPr>
        <w:noProof/>
      </w:rPr>
      <w:pict w14:anchorId="35322015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9" type="#_x0000_t136" style="position:absolute;margin-left:0;margin-top:0;width:604.45pt;height:54.95pt;rotation:315;z-index:-251613184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  <w:r>
      <w:rPr>
        <w:noProof/>
      </w:rPr>
      <w:pict w14:anchorId="47630525">
        <v:shape id="PowerPlusWaterMarkObject2" o:spid="_x0000_s2050" type="#_x0000_t136" style="position:absolute;margin-left:0;margin-top:0;width:659.45pt;height:59.95pt;rotation:315;z-index:-251631616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  <w:r>
      <w:rPr>
        <w:noProof/>
      </w:rPr>
      <w:pict w14:anchorId="51B541E8">
        <v:shape id="PowerPlusWaterMarkObject1" o:spid="_x0000_s2049" type="#_x0000_t136" style="position:absolute;margin-left:0;margin-top:0;width:659.45pt;height:59.95pt;rotation:315;z-index:-251633664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6DFB2CE" w14:textId="4756B813" w:rsidR="002E4993" w:rsidRPr="00ED2A8D" w:rsidRDefault="00C37C05" w:rsidP="00EE313A">
    <w:pPr>
      <w:pStyle w:val="Header"/>
      <w:jc w:val="right"/>
    </w:pPr>
    <w:r>
      <w:rPr>
        <w:noProof/>
      </w:rPr>
      <w:pict w14:anchorId="239C8994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8" type="#_x0000_t136" style="position:absolute;left:0;text-align:left;margin-left:0;margin-top:0;width:604.45pt;height:54.95pt;rotation:315;z-index:-251615232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  <w:r w:rsidR="002E4993" w:rsidRPr="00442889">
      <w:rPr>
        <w:noProof/>
        <w:lang w:val="en-US"/>
      </w:rPr>
      <w:drawing>
        <wp:anchor distT="0" distB="0" distL="114300" distR="114300" simplePos="0" relativeHeight="251657214" behindDoc="1" locked="0" layoutInCell="1" allowOverlap="1" wp14:anchorId="568F70DF" wp14:editId="57EA046F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E313A">
      <w:t>ENG5-9.6</w:t>
    </w:r>
  </w:p>
  <w:p w14:paraId="2EDB7901" w14:textId="3C3BA962" w:rsidR="002E4993" w:rsidRPr="00ED2A8D" w:rsidRDefault="00EE313A" w:rsidP="00EE313A">
    <w:pPr>
      <w:pStyle w:val="Header"/>
      <w:jc w:val="right"/>
    </w:pPr>
    <w:r>
      <w:t>Formerly ENG4-11.2.23</w:t>
    </w:r>
  </w:p>
  <w:p w14:paraId="34BDF1FB" w14:textId="77777777" w:rsidR="002E4993" w:rsidRDefault="002E4993" w:rsidP="008747E0">
    <w:pPr>
      <w:pStyle w:val="Header"/>
    </w:pPr>
  </w:p>
  <w:p w14:paraId="75F9031F" w14:textId="77777777" w:rsidR="002E4993" w:rsidRDefault="002E4993" w:rsidP="008747E0">
    <w:pPr>
      <w:pStyle w:val="Header"/>
    </w:pPr>
  </w:p>
  <w:p w14:paraId="6CF9AD67" w14:textId="77777777" w:rsidR="002E4993" w:rsidRDefault="002E4993" w:rsidP="008747E0">
    <w:pPr>
      <w:pStyle w:val="Header"/>
    </w:pPr>
  </w:p>
  <w:p w14:paraId="417E2D0C" w14:textId="77777777" w:rsidR="002E4993" w:rsidRDefault="002E4993" w:rsidP="008747E0">
    <w:pPr>
      <w:pStyle w:val="Header"/>
    </w:pPr>
  </w:p>
  <w:p w14:paraId="2092FD1A" w14:textId="77777777" w:rsidR="002E4993" w:rsidRDefault="002E4993" w:rsidP="008747E0">
    <w:pPr>
      <w:pStyle w:val="Header"/>
    </w:pPr>
    <w:r>
      <w:rPr>
        <w:noProof/>
        <w:lang w:val="en-US"/>
      </w:rPr>
      <w:drawing>
        <wp:anchor distT="0" distB="0" distL="114300" distR="114300" simplePos="0" relativeHeight="251656189" behindDoc="1" locked="0" layoutInCell="1" allowOverlap="1" wp14:anchorId="47B905F8" wp14:editId="2026C74C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2049CD2" w14:textId="77777777" w:rsidR="002E4993" w:rsidRPr="00ED2A8D" w:rsidRDefault="002E4993" w:rsidP="008747E0">
    <w:pPr>
      <w:pStyle w:val="Header"/>
    </w:pPr>
  </w:p>
  <w:p w14:paraId="4600FDFA" w14:textId="77777777" w:rsidR="002E4993" w:rsidRPr="00ED2A8D" w:rsidRDefault="002E4993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E2234BA" w14:textId="3474F614" w:rsidR="00C95BE2" w:rsidRDefault="00C37C05">
    <w:pPr>
      <w:pStyle w:val="Header"/>
    </w:pPr>
    <w:r>
      <w:rPr>
        <w:noProof/>
      </w:rPr>
      <w:pict w14:anchorId="33072721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0" type="#_x0000_t136" style="position:absolute;margin-left:0;margin-top:0;width:604.45pt;height:54.95pt;rotation:315;z-index:-251611136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  <w:r>
      <w:rPr>
        <w:noProof/>
      </w:rPr>
      <w:pict w14:anchorId="3B96A030">
        <v:shape id="PowerPlusWaterMarkObject4" o:spid="_x0000_s2052" type="#_x0000_t136" style="position:absolute;margin-left:0;margin-top:0;width:659.45pt;height:59.95pt;rotation:315;z-index:-25162752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  <w:r>
      <w:rPr>
        <w:noProof/>
      </w:rPr>
      <w:pict w14:anchorId="091782DE">
        <v:shape id="PowerPlusWaterMarkObject3" o:spid="_x0000_s2051" type="#_x0000_t136" style="position:absolute;margin-left:0;margin-top:0;width:659.45pt;height:59.95pt;rotation:315;z-index:-251629568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08ECFB01" w14:textId="3A575220" w:rsidR="00C95BE2" w:rsidRDefault="00C37C05">
    <w:pPr>
      <w:pStyle w:val="Header"/>
    </w:pPr>
    <w:r>
      <w:rPr>
        <w:noProof/>
      </w:rPr>
      <w:pict w14:anchorId="46C623C7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2" type="#_x0000_t136" style="position:absolute;margin-left:0;margin-top:0;width:604.45pt;height:54.95pt;rotation:315;z-index:-25160704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  <w:r>
      <w:rPr>
        <w:noProof/>
      </w:rPr>
      <w:pict w14:anchorId="142FFD75">
        <v:shape id="PowerPlusWaterMarkObject5" o:spid="_x0000_s2053" type="#_x0000_t136" style="position:absolute;margin-left:0;margin-top:0;width:659.45pt;height:59.95pt;rotation:315;z-index:-251625472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03696245" w14:textId="273C35FB" w:rsidR="002E4993" w:rsidRPr="00ED2A8D" w:rsidRDefault="00C37C05" w:rsidP="008747E0">
    <w:pPr>
      <w:pStyle w:val="Header"/>
    </w:pPr>
    <w:r>
      <w:rPr>
        <w:noProof/>
      </w:rPr>
      <w:pict w14:anchorId="1D5D8175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1" type="#_x0000_t136" style="position:absolute;margin-left:0;margin-top:0;width:604.45pt;height:54.95pt;rotation:315;z-index:-251609088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  <w:r w:rsidR="002E4993">
      <w:rPr>
        <w:noProof/>
        <w:lang w:val="en-US"/>
      </w:rPr>
      <w:drawing>
        <wp:anchor distT="0" distB="0" distL="114300" distR="114300" simplePos="0" relativeHeight="251658752" behindDoc="1" locked="0" layoutInCell="1" allowOverlap="1" wp14:anchorId="166D094C" wp14:editId="700A6779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CEB9ACC" w14:textId="77777777" w:rsidR="002E4993" w:rsidRPr="00ED2A8D" w:rsidRDefault="002E4993" w:rsidP="008747E0">
    <w:pPr>
      <w:pStyle w:val="Header"/>
    </w:pPr>
  </w:p>
  <w:p w14:paraId="759E8AFA" w14:textId="77777777" w:rsidR="002E4993" w:rsidRDefault="002E4993" w:rsidP="008747E0">
    <w:pPr>
      <w:pStyle w:val="Header"/>
    </w:pPr>
  </w:p>
  <w:p w14:paraId="5E469739" w14:textId="77777777" w:rsidR="002E4993" w:rsidRDefault="002E4993" w:rsidP="008747E0">
    <w:pPr>
      <w:pStyle w:val="Header"/>
    </w:pPr>
  </w:p>
  <w:p w14:paraId="55245008" w14:textId="77777777" w:rsidR="002E4993" w:rsidRDefault="002E4993" w:rsidP="008747E0">
    <w:pPr>
      <w:pStyle w:val="Header"/>
    </w:pPr>
  </w:p>
  <w:p w14:paraId="6D1F1314" w14:textId="77777777" w:rsidR="002E4993" w:rsidRPr="00441393" w:rsidRDefault="002E4993" w:rsidP="00441393">
    <w:pPr>
      <w:pStyle w:val="Contents"/>
    </w:pPr>
    <w:r>
      <w:t>DOCUMENT REVISION</w:t>
    </w:r>
  </w:p>
  <w:p w14:paraId="5C2BCDBD" w14:textId="77777777" w:rsidR="002E4993" w:rsidRPr="00ED2A8D" w:rsidRDefault="002E4993" w:rsidP="008747E0">
    <w:pPr>
      <w:pStyle w:val="Header"/>
    </w:pPr>
  </w:p>
  <w:p w14:paraId="1780C605" w14:textId="77777777" w:rsidR="002E4993" w:rsidRPr="00AC33A2" w:rsidRDefault="002E4993" w:rsidP="0078486B">
    <w:pPr>
      <w:pStyle w:val="Header"/>
      <w:spacing w:line="140" w:lineRule="exact"/>
    </w:pPr>
  </w:p>
</w:hdr>
</file>

<file path=word/header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2A57513" w14:textId="0F57AFE5" w:rsidR="00C95BE2" w:rsidRDefault="00C37C05">
    <w:pPr>
      <w:pStyle w:val="Header"/>
    </w:pPr>
    <w:r>
      <w:rPr>
        <w:noProof/>
      </w:rPr>
      <w:pict w14:anchorId="2E04F5D5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3" type="#_x0000_t136" style="position:absolute;margin-left:0;margin-top:0;width:604.45pt;height:54.95pt;rotation:315;z-index:-251604992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  <w:r>
      <w:rPr>
        <w:noProof/>
      </w:rPr>
      <w:pict w14:anchorId="3D9AF3ED">
        <v:shape id="PowerPlusWaterMarkObject7" o:spid="_x0000_s2055" type="#_x0000_t136" style="position:absolute;margin-left:0;margin-top:0;width:659.45pt;height:59.95pt;rotation:315;z-index:-251621376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  <w:r>
      <w:rPr>
        <w:noProof/>
      </w:rPr>
      <w:pict w14:anchorId="56DDB780">
        <v:shape id="PowerPlusWaterMarkObject6" o:spid="_x0000_s2054" type="#_x0000_t136" style="position:absolute;margin-left:0;margin-top:0;width:659.45pt;height:59.95pt;rotation:315;z-index:-251623424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18C6CAC4" w14:textId="7589ABE4" w:rsidR="00C95BE2" w:rsidRDefault="00C37C05">
    <w:pPr>
      <w:pStyle w:val="Header"/>
    </w:pPr>
    <w:r>
      <w:rPr>
        <w:noProof/>
      </w:rPr>
      <w:pict w14:anchorId="5A6BD2FA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5" type="#_x0000_t136" style="position:absolute;margin-left:0;margin-top:0;width:604.45pt;height:54.95pt;rotation:315;z-index:-251600896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  <w:r>
      <w:rPr>
        <w:noProof/>
      </w:rPr>
      <w:pict w14:anchorId="7B965F75">
        <v:shape id="PowerPlusWaterMarkObject8" o:spid="_x0000_s2056" type="#_x0000_t136" style="position:absolute;margin-left:0;margin-top:0;width:659.45pt;height:59.95pt;rotation:315;z-index:-251619328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B236988" w14:textId="78D22DE3" w:rsidR="002E4993" w:rsidRPr="00667792" w:rsidRDefault="00C37C05" w:rsidP="00667792">
    <w:pPr>
      <w:pStyle w:val="Header"/>
    </w:pPr>
    <w:r>
      <w:rPr>
        <w:noProof/>
      </w:rPr>
      <w:pict w14:anchorId="660F6CEA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4" type="#_x0000_t136" style="position:absolute;margin-left:0;margin-top:0;width:604.45pt;height:54.95pt;rotation:315;z-index:-251602944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  <w:r w:rsidR="002E4993">
      <w:rPr>
        <w:noProof/>
        <w:lang w:val="en-US"/>
      </w:rPr>
      <w:drawing>
        <wp:anchor distT="0" distB="0" distL="114300" distR="114300" simplePos="0" relativeHeight="251680768" behindDoc="1" locked="0" layoutInCell="1" allowOverlap="1" wp14:anchorId="5A307601" wp14:editId="102BF7AE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9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68BB7DB" w14:textId="23D9153A" w:rsidR="00C95BE2" w:rsidRDefault="00C37C05">
    <w:pPr>
      <w:pStyle w:val="Header"/>
    </w:pPr>
    <w:r>
      <w:rPr>
        <w:noProof/>
      </w:rPr>
      <w:pict w14:anchorId="3F686AE1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6" type="#_x0000_t136" style="position:absolute;margin-left:0;margin-top:0;width:604.45pt;height:54.95pt;rotation:315;z-index:-251598848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  <w:r>
      <w:rPr>
        <w:noProof/>
      </w:rPr>
      <w:pict w14:anchorId="64734B7E">
        <v:shape id="PowerPlusWaterMarkObject9" o:spid="_x0000_s2057" type="#_x0000_t136" style="position:absolute;margin-left:0;margin-top:0;width:659.45pt;height:59.95pt;rotation:315;z-index:-25161728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2DF8FEE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C04259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ABB0262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F"/>
    <w:multiLevelType w:val="singleLevel"/>
    <w:tmpl w:val="EA322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C26AD4C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A76394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E40A6D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E8C4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FEEA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A9816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16102258"/>
    <w:multiLevelType w:val="multilevel"/>
    <w:tmpl w:val="4A502FBC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4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B00BE6"/>
    <w:multiLevelType w:val="multilevel"/>
    <w:tmpl w:val="C50CCE90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3E4C1FD3"/>
    <w:multiLevelType w:val="multilevel"/>
    <w:tmpl w:val="4DAAE38C"/>
    <w:lvl w:ilvl="0">
      <w:start w:val="1"/>
      <w:numFmt w:val="decimal"/>
      <w:suff w:val="nothing"/>
      <w:lvlText w:val="Tabl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23">
    <w:nsid w:val="3E6B4F5D"/>
    <w:multiLevelType w:val="multilevel"/>
    <w:tmpl w:val="AC945A8C"/>
    <w:lvl w:ilvl="0">
      <w:start w:val="1"/>
      <w:numFmt w:val="decimal"/>
      <w:pStyle w:val="Equationcaption"/>
      <w:lvlText w:val="Equation %1"/>
      <w:lvlJc w:val="left"/>
      <w:pPr>
        <w:ind w:left="1418" w:hanging="1418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48D554E7"/>
    <w:multiLevelType w:val="hybridMultilevel"/>
    <w:tmpl w:val="83001F9E"/>
    <w:lvl w:ilvl="0" w:tplc="ECAABEB2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>
    <w:nsid w:val="5F157AD2"/>
    <w:multiLevelType w:val="hybridMultilevel"/>
    <w:tmpl w:val="48869DAA"/>
    <w:lvl w:ilvl="0" w:tplc="323222EE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>
    <w:nsid w:val="76D64DA6"/>
    <w:multiLevelType w:val="hybridMultilevel"/>
    <w:tmpl w:val="7A3AA616"/>
    <w:lvl w:ilvl="0" w:tplc="C876CFBA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7B65365"/>
    <w:multiLevelType w:val="multilevel"/>
    <w:tmpl w:val="B48ABCF6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1"/>
  </w:num>
  <w:num w:numId="3">
    <w:abstractNumId w:val="19"/>
  </w:num>
  <w:num w:numId="4">
    <w:abstractNumId w:val="13"/>
  </w:num>
  <w:num w:numId="5">
    <w:abstractNumId w:val="18"/>
  </w:num>
  <w:num w:numId="6">
    <w:abstractNumId w:val="11"/>
  </w:num>
  <w:num w:numId="7">
    <w:abstractNumId w:val="14"/>
  </w:num>
  <w:num w:numId="8">
    <w:abstractNumId w:val="24"/>
  </w:num>
  <w:num w:numId="9">
    <w:abstractNumId w:val="28"/>
  </w:num>
  <w:num w:numId="10">
    <w:abstractNumId w:val="26"/>
  </w:num>
  <w:num w:numId="11">
    <w:abstractNumId w:val="23"/>
  </w:num>
  <w:num w:numId="12">
    <w:abstractNumId w:val="15"/>
  </w:num>
  <w:num w:numId="13">
    <w:abstractNumId w:val="27"/>
  </w:num>
  <w:num w:numId="14">
    <w:abstractNumId w:val="10"/>
  </w:num>
  <w:num w:numId="15">
    <w:abstractNumId w:val="20"/>
  </w:num>
  <w:num w:numId="16">
    <w:abstractNumId w:val="16"/>
  </w:num>
  <w:num w:numId="17">
    <w:abstractNumId w:val="17"/>
  </w:num>
  <w:num w:numId="18">
    <w:abstractNumId w:val="25"/>
  </w:num>
  <w:num w:numId="19">
    <w:abstractNumId w:val="31"/>
  </w:num>
  <w:num w:numId="20">
    <w:abstractNumId w:val="29"/>
  </w:num>
  <w:num w:numId="21">
    <w:abstractNumId w:val="30"/>
  </w:num>
  <w:num w:numId="22">
    <w:abstractNumId w:val="22"/>
  </w:num>
  <w:num w:numId="23">
    <w:abstractNumId w:val="0"/>
  </w:num>
  <w:num w:numId="24">
    <w:abstractNumId w:val="1"/>
  </w:num>
  <w:num w:numId="25">
    <w:abstractNumId w:val="2"/>
  </w:num>
  <w:num w:numId="26">
    <w:abstractNumId w:val="4"/>
  </w:num>
  <w:num w:numId="27">
    <w:abstractNumId w:val="5"/>
  </w:num>
  <w:num w:numId="28">
    <w:abstractNumId w:val="6"/>
  </w:num>
  <w:num w:numId="29">
    <w:abstractNumId w:val="7"/>
  </w:num>
  <w:num w:numId="30">
    <w:abstractNumId w:val="3"/>
  </w:num>
  <w:num w:numId="31">
    <w:abstractNumId w:val="8"/>
  </w:num>
  <w:num w:numId="32">
    <w:abstractNumId w:val="9"/>
  </w:num>
  <w:num w:numId="33">
    <w:abstractNumId w:val="25"/>
  </w:num>
  <w:num w:numId="34">
    <w:abstractNumId w:val="25"/>
  </w:num>
  <w:numIdMacAtCleanup w:val="22"/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hael Hadley">
    <w15:presenceInfo w15:providerId="Windows Live" w15:userId="7edea1fdf255c4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2" w:dllVersion="6" w:checkStyle="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4A9"/>
    <w:rsid w:val="000174F9"/>
    <w:rsid w:val="000258F6"/>
    <w:rsid w:val="000379A7"/>
    <w:rsid w:val="00040EB8"/>
    <w:rsid w:val="00055311"/>
    <w:rsid w:val="00057B6D"/>
    <w:rsid w:val="00060C0C"/>
    <w:rsid w:val="00061A7B"/>
    <w:rsid w:val="00084FE9"/>
    <w:rsid w:val="000859C4"/>
    <w:rsid w:val="000904ED"/>
    <w:rsid w:val="00096642"/>
    <w:rsid w:val="000A27A8"/>
    <w:rsid w:val="000B26B9"/>
    <w:rsid w:val="000C711B"/>
    <w:rsid w:val="000E3954"/>
    <w:rsid w:val="000E3E52"/>
    <w:rsid w:val="000E59A6"/>
    <w:rsid w:val="000F0F9F"/>
    <w:rsid w:val="000F3F43"/>
    <w:rsid w:val="00111E0A"/>
    <w:rsid w:val="00113D5B"/>
    <w:rsid w:val="00113F8F"/>
    <w:rsid w:val="0011782B"/>
    <w:rsid w:val="001349DB"/>
    <w:rsid w:val="00136E58"/>
    <w:rsid w:val="00140600"/>
    <w:rsid w:val="00161325"/>
    <w:rsid w:val="00166C2E"/>
    <w:rsid w:val="001875B1"/>
    <w:rsid w:val="001B7940"/>
    <w:rsid w:val="001D4A3E"/>
    <w:rsid w:val="001E416D"/>
    <w:rsid w:val="00201337"/>
    <w:rsid w:val="002022EA"/>
    <w:rsid w:val="00205B17"/>
    <w:rsid w:val="00205D9B"/>
    <w:rsid w:val="002204DA"/>
    <w:rsid w:val="0022371A"/>
    <w:rsid w:val="002520AD"/>
    <w:rsid w:val="002547CB"/>
    <w:rsid w:val="00257DF8"/>
    <w:rsid w:val="00257E4A"/>
    <w:rsid w:val="0027175D"/>
    <w:rsid w:val="002A76EF"/>
    <w:rsid w:val="002E4993"/>
    <w:rsid w:val="002E5BAC"/>
    <w:rsid w:val="002E7635"/>
    <w:rsid w:val="002F265A"/>
    <w:rsid w:val="002F40FA"/>
    <w:rsid w:val="00305EFE"/>
    <w:rsid w:val="00312966"/>
    <w:rsid w:val="00313D85"/>
    <w:rsid w:val="00315CE3"/>
    <w:rsid w:val="003251FE"/>
    <w:rsid w:val="003274DB"/>
    <w:rsid w:val="00327FBF"/>
    <w:rsid w:val="00336410"/>
    <w:rsid w:val="0036382D"/>
    <w:rsid w:val="00380350"/>
    <w:rsid w:val="00380B4E"/>
    <w:rsid w:val="003816E4"/>
    <w:rsid w:val="003A342C"/>
    <w:rsid w:val="003A7759"/>
    <w:rsid w:val="003B03EA"/>
    <w:rsid w:val="003B5C7C"/>
    <w:rsid w:val="003C7C34"/>
    <w:rsid w:val="003D0F37"/>
    <w:rsid w:val="003D49C0"/>
    <w:rsid w:val="003D5150"/>
    <w:rsid w:val="003F1C3A"/>
    <w:rsid w:val="00405755"/>
    <w:rsid w:val="00441393"/>
    <w:rsid w:val="00447CF0"/>
    <w:rsid w:val="00456EE9"/>
    <w:rsid w:val="00456F10"/>
    <w:rsid w:val="00462382"/>
    <w:rsid w:val="00492A8D"/>
    <w:rsid w:val="004B518C"/>
    <w:rsid w:val="004D24EC"/>
    <w:rsid w:val="004E1D57"/>
    <w:rsid w:val="004E2F16"/>
    <w:rsid w:val="004E709D"/>
    <w:rsid w:val="00503044"/>
    <w:rsid w:val="00526234"/>
    <w:rsid w:val="005378B8"/>
    <w:rsid w:val="00557434"/>
    <w:rsid w:val="005629E8"/>
    <w:rsid w:val="00564664"/>
    <w:rsid w:val="0059159F"/>
    <w:rsid w:val="00595415"/>
    <w:rsid w:val="00597652"/>
    <w:rsid w:val="005A080B"/>
    <w:rsid w:val="005B12A5"/>
    <w:rsid w:val="005C161A"/>
    <w:rsid w:val="005C1BCB"/>
    <w:rsid w:val="005C2312"/>
    <w:rsid w:val="005C4735"/>
    <w:rsid w:val="005C5C63"/>
    <w:rsid w:val="005D304B"/>
    <w:rsid w:val="005E03F1"/>
    <w:rsid w:val="005E3989"/>
    <w:rsid w:val="005E4659"/>
    <w:rsid w:val="005F1386"/>
    <w:rsid w:val="005F17C2"/>
    <w:rsid w:val="006127AC"/>
    <w:rsid w:val="006224A9"/>
    <w:rsid w:val="00634A78"/>
    <w:rsid w:val="00642025"/>
    <w:rsid w:val="0065107F"/>
    <w:rsid w:val="00666061"/>
    <w:rsid w:val="00667424"/>
    <w:rsid w:val="00667792"/>
    <w:rsid w:val="00671677"/>
    <w:rsid w:val="00673DFC"/>
    <w:rsid w:val="006750F2"/>
    <w:rsid w:val="00682F47"/>
    <w:rsid w:val="0068553C"/>
    <w:rsid w:val="00685F34"/>
    <w:rsid w:val="006975A8"/>
    <w:rsid w:val="00697AF7"/>
    <w:rsid w:val="006A48A6"/>
    <w:rsid w:val="006B2D4C"/>
    <w:rsid w:val="006C3053"/>
    <w:rsid w:val="006E0E7D"/>
    <w:rsid w:val="006F1C14"/>
    <w:rsid w:val="0072737A"/>
    <w:rsid w:val="00731DEE"/>
    <w:rsid w:val="0075340E"/>
    <w:rsid w:val="00755B03"/>
    <w:rsid w:val="007715E8"/>
    <w:rsid w:val="00776004"/>
    <w:rsid w:val="0078486B"/>
    <w:rsid w:val="00785A39"/>
    <w:rsid w:val="00787D8A"/>
    <w:rsid w:val="00790277"/>
    <w:rsid w:val="00791EBC"/>
    <w:rsid w:val="00793577"/>
    <w:rsid w:val="007A446A"/>
    <w:rsid w:val="007A72CF"/>
    <w:rsid w:val="007B6A93"/>
    <w:rsid w:val="007D2107"/>
    <w:rsid w:val="007D5895"/>
    <w:rsid w:val="007D77AB"/>
    <w:rsid w:val="007E30DF"/>
    <w:rsid w:val="007F7544"/>
    <w:rsid w:val="00800995"/>
    <w:rsid w:val="00822227"/>
    <w:rsid w:val="0083218D"/>
    <w:rsid w:val="008326B2"/>
    <w:rsid w:val="008336A7"/>
    <w:rsid w:val="00846831"/>
    <w:rsid w:val="00850F97"/>
    <w:rsid w:val="00856939"/>
    <w:rsid w:val="008608A4"/>
    <w:rsid w:val="00865532"/>
    <w:rsid w:val="008737D3"/>
    <w:rsid w:val="008747E0"/>
    <w:rsid w:val="00876841"/>
    <w:rsid w:val="008972C3"/>
    <w:rsid w:val="008B237E"/>
    <w:rsid w:val="008C33B5"/>
    <w:rsid w:val="008D017F"/>
    <w:rsid w:val="008E1F69"/>
    <w:rsid w:val="008E59A3"/>
    <w:rsid w:val="008F57D8"/>
    <w:rsid w:val="00902834"/>
    <w:rsid w:val="009069AA"/>
    <w:rsid w:val="00914E26"/>
    <w:rsid w:val="0091590F"/>
    <w:rsid w:val="00920B0A"/>
    <w:rsid w:val="0092540C"/>
    <w:rsid w:val="00925CBA"/>
    <w:rsid w:val="00925E0F"/>
    <w:rsid w:val="00931A57"/>
    <w:rsid w:val="009414E6"/>
    <w:rsid w:val="00971591"/>
    <w:rsid w:val="00974564"/>
    <w:rsid w:val="00974E99"/>
    <w:rsid w:val="009764FA"/>
    <w:rsid w:val="00980192"/>
    <w:rsid w:val="00994A35"/>
    <w:rsid w:val="00994D97"/>
    <w:rsid w:val="009A0F4C"/>
    <w:rsid w:val="009B5154"/>
    <w:rsid w:val="009B785E"/>
    <w:rsid w:val="009C26F8"/>
    <w:rsid w:val="009C3A74"/>
    <w:rsid w:val="009C609E"/>
    <w:rsid w:val="009E16EC"/>
    <w:rsid w:val="009E4A4D"/>
    <w:rsid w:val="009F081F"/>
    <w:rsid w:val="00A03CFD"/>
    <w:rsid w:val="00A13E56"/>
    <w:rsid w:val="00A24838"/>
    <w:rsid w:val="00A4308C"/>
    <w:rsid w:val="00A50027"/>
    <w:rsid w:val="00A549B3"/>
    <w:rsid w:val="00A63069"/>
    <w:rsid w:val="00A70F46"/>
    <w:rsid w:val="00A72ED7"/>
    <w:rsid w:val="00A90D86"/>
    <w:rsid w:val="00AA3E01"/>
    <w:rsid w:val="00AB04DD"/>
    <w:rsid w:val="00AC33A2"/>
    <w:rsid w:val="00AD6D3F"/>
    <w:rsid w:val="00AE65F1"/>
    <w:rsid w:val="00AE6BB4"/>
    <w:rsid w:val="00AE74AD"/>
    <w:rsid w:val="00AF159C"/>
    <w:rsid w:val="00B01873"/>
    <w:rsid w:val="00B17253"/>
    <w:rsid w:val="00B17BE0"/>
    <w:rsid w:val="00B31A41"/>
    <w:rsid w:val="00B40199"/>
    <w:rsid w:val="00B502FF"/>
    <w:rsid w:val="00B67422"/>
    <w:rsid w:val="00B70BD4"/>
    <w:rsid w:val="00B73463"/>
    <w:rsid w:val="00B9016D"/>
    <w:rsid w:val="00B9212C"/>
    <w:rsid w:val="00BA0F98"/>
    <w:rsid w:val="00BA1517"/>
    <w:rsid w:val="00BA525E"/>
    <w:rsid w:val="00BA67FD"/>
    <w:rsid w:val="00BA7C48"/>
    <w:rsid w:val="00BC27F6"/>
    <w:rsid w:val="00BC39F4"/>
    <w:rsid w:val="00BD0748"/>
    <w:rsid w:val="00BD7EE1"/>
    <w:rsid w:val="00BE5568"/>
    <w:rsid w:val="00BF1358"/>
    <w:rsid w:val="00C0106D"/>
    <w:rsid w:val="00C133BE"/>
    <w:rsid w:val="00C222B4"/>
    <w:rsid w:val="00C35CF6"/>
    <w:rsid w:val="00C36028"/>
    <w:rsid w:val="00C37C05"/>
    <w:rsid w:val="00C42C0D"/>
    <w:rsid w:val="00C46A5A"/>
    <w:rsid w:val="00C533EC"/>
    <w:rsid w:val="00C5470E"/>
    <w:rsid w:val="00C55EFB"/>
    <w:rsid w:val="00C56585"/>
    <w:rsid w:val="00C56B3F"/>
    <w:rsid w:val="00C773D9"/>
    <w:rsid w:val="00C80ACE"/>
    <w:rsid w:val="00C81162"/>
    <w:rsid w:val="00C83666"/>
    <w:rsid w:val="00C870B5"/>
    <w:rsid w:val="00C91630"/>
    <w:rsid w:val="00C95BE2"/>
    <w:rsid w:val="00C966EB"/>
    <w:rsid w:val="00CA04B1"/>
    <w:rsid w:val="00CA18FD"/>
    <w:rsid w:val="00CA2DFC"/>
    <w:rsid w:val="00CA7EAC"/>
    <w:rsid w:val="00CB03D4"/>
    <w:rsid w:val="00CB1BA3"/>
    <w:rsid w:val="00CB4F63"/>
    <w:rsid w:val="00CC2334"/>
    <w:rsid w:val="00CC35EF"/>
    <w:rsid w:val="00CC5048"/>
    <w:rsid w:val="00CC6246"/>
    <w:rsid w:val="00CC7D7B"/>
    <w:rsid w:val="00CE5E46"/>
    <w:rsid w:val="00D1463A"/>
    <w:rsid w:val="00D3700C"/>
    <w:rsid w:val="00D40847"/>
    <w:rsid w:val="00D653B1"/>
    <w:rsid w:val="00D65EF9"/>
    <w:rsid w:val="00D74AE1"/>
    <w:rsid w:val="00D865A8"/>
    <w:rsid w:val="00D92C2D"/>
    <w:rsid w:val="00D9346A"/>
    <w:rsid w:val="00DA09DA"/>
    <w:rsid w:val="00DA17CD"/>
    <w:rsid w:val="00DB25B3"/>
    <w:rsid w:val="00DD1DE5"/>
    <w:rsid w:val="00DE0893"/>
    <w:rsid w:val="00DE0DED"/>
    <w:rsid w:val="00DE2814"/>
    <w:rsid w:val="00DF68EA"/>
    <w:rsid w:val="00E01272"/>
    <w:rsid w:val="00E03846"/>
    <w:rsid w:val="00E20A7D"/>
    <w:rsid w:val="00E27A2F"/>
    <w:rsid w:val="00E42A94"/>
    <w:rsid w:val="00E458BF"/>
    <w:rsid w:val="00E706E7"/>
    <w:rsid w:val="00E84229"/>
    <w:rsid w:val="00E90E4E"/>
    <w:rsid w:val="00E9391E"/>
    <w:rsid w:val="00EA1052"/>
    <w:rsid w:val="00EA218F"/>
    <w:rsid w:val="00EA4F29"/>
    <w:rsid w:val="00EA5F83"/>
    <w:rsid w:val="00EA6F9D"/>
    <w:rsid w:val="00EB6F3C"/>
    <w:rsid w:val="00EC1E2C"/>
    <w:rsid w:val="00EC35DD"/>
    <w:rsid w:val="00ED0CF1"/>
    <w:rsid w:val="00ED2A8D"/>
    <w:rsid w:val="00ED4039"/>
    <w:rsid w:val="00EE313A"/>
    <w:rsid w:val="00EE54CB"/>
    <w:rsid w:val="00EF1C54"/>
    <w:rsid w:val="00EF3A7B"/>
    <w:rsid w:val="00EF3E33"/>
    <w:rsid w:val="00EF404B"/>
    <w:rsid w:val="00EF6243"/>
    <w:rsid w:val="00F00376"/>
    <w:rsid w:val="00F157E2"/>
    <w:rsid w:val="00F527AC"/>
    <w:rsid w:val="00F61D83"/>
    <w:rsid w:val="00F65DD1"/>
    <w:rsid w:val="00F707B3"/>
    <w:rsid w:val="00F71135"/>
    <w:rsid w:val="00F73A8D"/>
    <w:rsid w:val="00F83A53"/>
    <w:rsid w:val="00F90461"/>
    <w:rsid w:val="00F905E1"/>
    <w:rsid w:val="00FB6A3D"/>
    <w:rsid w:val="00FC378B"/>
    <w:rsid w:val="00FC3977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."/>
  <w:listSeparator w:val=","/>
  <w14:docId w14:val="08A9C39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1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462382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qFormat/>
    <w:rsid w:val="00462382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qFormat/>
    <w:rsid w:val="00462382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qFormat/>
    <w:rsid w:val="00462382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462382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462382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462382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462382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recommendationtext">
    <w:name w:val="Bullet 1 recommendation text"/>
    <w:basedOn w:val="Bullet1-recommendation"/>
    <w:next w:val="Bullet1-recommendation"/>
    <w:rsid w:val="00697AF7"/>
    <w:p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qFormat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recommendationtext">
    <w:name w:val="Bullet 3 recommendation text"/>
    <w:basedOn w:val="Bullet3recommendation"/>
    <w:next w:val="Bullet1-recommendation"/>
    <w:rsid w:val="00AB04DD"/>
    <w:p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462382"/>
    <w:pPr>
      <w:numPr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462382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462382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462382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462382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462382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462382"/>
    <w:pPr>
      <w:numPr>
        <w:numId w:val="15"/>
      </w:numPr>
      <w:spacing w:before="12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462382"/>
    <w:pPr>
      <w:numPr>
        <w:ilvl w:val="1"/>
        <w:numId w:val="15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462382"/>
    <w:pPr>
      <w:numPr>
        <w:ilvl w:val="2"/>
        <w:numId w:val="15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462382"/>
    <w:pPr>
      <w:numPr>
        <w:ilvl w:val="3"/>
        <w:numId w:val="15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462382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462382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qFormat/>
    <w:rsid w:val="00462382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text">
    <w:name w:val="List a text"/>
    <w:basedOn w:val="Normal"/>
    <w:qFormat/>
    <w:rsid w:val="008E59A3"/>
    <w:pPr>
      <w:spacing w:after="120"/>
      <w:ind w:left="1134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462382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recommendation">
    <w:name w:val="Bullet 3 recommendation"/>
    <w:basedOn w:val="Normal"/>
    <w:rsid w:val="00AB04DD"/>
    <w:p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qFormat/>
    <w:rsid w:val="00462382"/>
    <w:pPr>
      <w:numPr>
        <w:ilvl w:val="1"/>
        <w:numId w:val="21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qFormat/>
    <w:rsid w:val="00462382"/>
    <w:pPr>
      <w:keepNext/>
      <w:numPr>
        <w:numId w:val="11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462382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462382"/>
  </w:style>
  <w:style w:type="paragraph" w:customStyle="1" w:styleId="Figurecaption">
    <w:name w:val="Figure caption"/>
    <w:basedOn w:val="Caption"/>
    <w:next w:val="Normal"/>
    <w:qFormat/>
    <w:rsid w:val="00462382"/>
    <w:pPr>
      <w:numPr>
        <w:numId w:val="17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462382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462382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462382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462382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qFormat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A63069"/>
    <w:p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462382"/>
    <w:pPr>
      <w:numPr>
        <w:numId w:val="12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">
    <w:name w:val="List i"/>
    <w:basedOn w:val="Normal"/>
    <w:rsid w:val="00462382"/>
    <w:pPr>
      <w:numPr>
        <w:ilvl w:val="2"/>
        <w:numId w:val="21"/>
      </w:numPr>
      <w:spacing w:after="120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462382"/>
    <w:pPr>
      <w:numPr>
        <w:numId w:val="14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462382"/>
    <w:pPr>
      <w:numPr>
        <w:numId w:val="16"/>
      </w:numPr>
      <w:spacing w:after="120"/>
    </w:pPr>
    <w:rPr>
      <w:sz w:val="24"/>
    </w:rPr>
  </w:style>
  <w:style w:type="paragraph" w:customStyle="1" w:styleId="List1text-recommendation">
    <w:name w:val="List 1 text - recommendation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qFormat/>
    <w:rsid w:val="00925CBA"/>
    <w:pPr>
      <w:numPr>
        <w:numId w:val="34"/>
      </w:numPr>
      <w:spacing w:after="120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C95BE2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462382"/>
    <w:pPr>
      <w:numPr>
        <w:numId w:val="19"/>
      </w:numPr>
      <w:spacing w:after="120"/>
    </w:pPr>
    <w:rPr>
      <w:color w:val="000000" w:themeColor="text1"/>
      <w:sz w:val="22"/>
    </w:rPr>
  </w:style>
  <w:style w:type="character" w:customStyle="1" w:styleId="Bullet2Char">
    <w:name w:val="Bullet 2 Char"/>
    <w:basedOn w:val="DefaultParagraphFont"/>
    <w:link w:val="Bullet2"/>
    <w:rsid w:val="00462382"/>
    <w:rPr>
      <w:color w:val="000000" w:themeColor="text1"/>
      <w:lang w:val="en-GB"/>
    </w:rPr>
  </w:style>
  <w:style w:type="paragraph" w:customStyle="1" w:styleId="Bullet2text">
    <w:name w:val="Bullet 2 text"/>
    <w:basedOn w:val="Normal"/>
    <w:rsid w:val="00C95BE2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462382"/>
    <w:pPr>
      <w:numPr>
        <w:numId w:val="20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462382"/>
    <w:pPr>
      <w:numPr>
        <w:numId w:val="21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C95BE2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mailto:marie-helene.grillet@iala-aism.org" TargetMode="External"/></Relationships>
</file>

<file path=word/_rels/document.xml.rels><?xml version="1.0" encoding="UTF-8" standalone="yes"?>
<Relationships xmlns="http://schemas.openxmlformats.org/package/2006/relationships"><Relationship Id="rId9" Type="http://schemas.microsoft.com/office/2011/relationships/commentsExtended" Target="commentsExtended.xml"/><Relationship Id="rId20" Type="http://schemas.openxmlformats.org/officeDocument/2006/relationships/image" Target="media/image5.wmf"/><Relationship Id="rId21" Type="http://schemas.openxmlformats.org/officeDocument/2006/relationships/image" Target="media/image6.wmf"/><Relationship Id="rId22" Type="http://schemas.openxmlformats.org/officeDocument/2006/relationships/header" Target="header7.xml"/><Relationship Id="rId23" Type="http://schemas.openxmlformats.org/officeDocument/2006/relationships/header" Target="header8.xml"/><Relationship Id="rId24" Type="http://schemas.openxmlformats.org/officeDocument/2006/relationships/header" Target="header9.xml"/><Relationship Id="rId25" Type="http://schemas.openxmlformats.org/officeDocument/2006/relationships/fontTable" Target="fontTable.xml"/><Relationship Id="rId26" Type="http://schemas.microsoft.com/office/2011/relationships/people" Target="people.xml"/><Relationship Id="rId27" Type="http://schemas.openxmlformats.org/officeDocument/2006/relationships/theme" Target="theme/theme1.xml"/><Relationship Id="rId10" Type="http://schemas.openxmlformats.org/officeDocument/2006/relationships/header" Target="header1.xml"/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header" Target="header4.xml"/><Relationship Id="rId17" Type="http://schemas.openxmlformats.org/officeDocument/2006/relationships/header" Target="header5.xml"/><Relationship Id="rId18" Type="http://schemas.openxmlformats.org/officeDocument/2006/relationships/footer" Target="footer4.xml"/><Relationship Id="rId19" Type="http://schemas.openxmlformats.org/officeDocument/2006/relationships/header" Target="header6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comments" Target="comment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localhost/Users/Mike/Desktop/IALA%20Recommendation%20template%2018Jun16.dotx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17E48-FE0B-9C43-BAF1-8C30E0E75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IALA Recommendation template 18Jun16.dotx</Template>
  <TotalTime>9</TotalTime>
  <Pages>8</Pages>
  <Words>688</Words>
  <Characters>3922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Guideline 1115</vt:lpstr>
    </vt:vector>
  </TitlesOfParts>
  <Manager>IALA</Manager>
  <Company>IALA</Company>
  <LinksUpToDate>false</LinksUpToDate>
  <CharactersWithSpaces>4601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Michael Hadley</dc:creator>
  <cp:keywords/>
  <dc:description/>
  <cp:lastModifiedBy>Michael Hadley</cp:lastModifiedBy>
  <cp:revision>11</cp:revision>
  <dcterms:created xsi:type="dcterms:W3CDTF">2016-07-12T12:54:00Z</dcterms:created>
  <dcterms:modified xsi:type="dcterms:W3CDTF">2016-07-12T16:06:00Z</dcterms:modified>
  <cp:category/>
</cp:coreProperties>
</file>